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9B208" w14:textId="63D73B13" w:rsidR="00597730" w:rsidRPr="00B74F8D" w:rsidRDefault="00597730" w:rsidP="00597730">
      <w:pPr>
        <w:rPr>
          <w:rFonts w:ascii="Calibri" w:hAnsi="Calibri" w:cs="Calibri"/>
          <w:sz w:val="22"/>
          <w:szCs w:val="22"/>
        </w:rPr>
      </w:pPr>
      <w:r w:rsidRPr="00B74F8D">
        <w:rPr>
          <w:rFonts w:ascii="Calibri" w:hAnsi="Calibri" w:cs="Calibri"/>
          <w:sz w:val="22"/>
          <w:szCs w:val="22"/>
        </w:rPr>
        <w:t xml:space="preserve">This form is to ensure that the academic institution is aware of a potential conflict of interest related to a Mitacs application.  The form is to be signed by the Chair of the Department or Dean of the Faculty to which the Faculty member belongs, or the Office of Research Services, as appropriate.  Please refer to the Mitacs Conflict of Interest Policy </w:t>
      </w:r>
      <w:hyperlink r:id="rId9" w:history="1">
        <w:r w:rsidRPr="00B74F8D">
          <w:rPr>
            <w:rStyle w:val="Hyperlink"/>
            <w:rFonts w:ascii="Calibri" w:hAnsi="Calibri" w:cs="Calibri"/>
            <w:sz w:val="22"/>
            <w:szCs w:val="22"/>
          </w:rPr>
          <w:t>here</w:t>
        </w:r>
      </w:hyperlink>
      <w:r w:rsidRPr="00B74F8D">
        <w:rPr>
          <w:rFonts w:ascii="Calibri" w:hAnsi="Calibri" w:cs="Calibri"/>
          <w:sz w:val="22"/>
          <w:szCs w:val="22"/>
        </w:rPr>
        <w:t>.</w:t>
      </w:r>
    </w:p>
    <w:tbl>
      <w:tblPr>
        <w:tblStyle w:val="TableGrid"/>
        <w:tblpPr w:leftFromText="180" w:rightFromText="180" w:vertAnchor="text" w:tblpY="44"/>
        <w:tblW w:w="0" w:type="auto"/>
        <w:tblLook w:val="04A0" w:firstRow="1" w:lastRow="0" w:firstColumn="1" w:lastColumn="0" w:noHBand="0" w:noVBand="1"/>
      </w:tblPr>
      <w:tblGrid>
        <w:gridCol w:w="2689"/>
        <w:gridCol w:w="6661"/>
      </w:tblGrid>
      <w:tr w:rsidR="00597730" w:rsidRPr="00B74F8D" w14:paraId="021DA073" w14:textId="77777777" w:rsidTr="00F650A9">
        <w:tc>
          <w:tcPr>
            <w:tcW w:w="2689" w:type="dxa"/>
          </w:tcPr>
          <w:p w14:paraId="665A7241" w14:textId="77777777" w:rsidR="00597730" w:rsidRPr="00B74F8D" w:rsidRDefault="00597730" w:rsidP="00F650A9">
            <w:pPr>
              <w:rPr>
                <w:rFonts w:ascii="Calibri" w:hAnsi="Calibri" w:cs="Calibri"/>
                <w:b/>
                <w:bCs/>
              </w:rPr>
            </w:pPr>
            <w:r w:rsidRPr="00B74F8D">
              <w:rPr>
                <w:rFonts w:ascii="Calibri" w:hAnsi="Calibri" w:cs="Calibri"/>
                <w:b/>
                <w:bCs/>
              </w:rPr>
              <w:t>NAME OF DECLARANT:</w:t>
            </w:r>
          </w:p>
        </w:tc>
        <w:sdt>
          <w:sdtPr>
            <w:rPr>
              <w:rFonts w:ascii="Calibri" w:hAnsi="Calibri" w:cs="Calibri"/>
            </w:rPr>
            <w:id w:val="-1946305899"/>
            <w:placeholder>
              <w:docPart w:val="0D88842AA80549E19900B544058B4D81"/>
            </w:placeholder>
            <w:showingPlcHdr/>
          </w:sdtPr>
          <w:sdtEndPr/>
          <w:sdtContent>
            <w:tc>
              <w:tcPr>
                <w:tcW w:w="6661" w:type="dxa"/>
              </w:tcPr>
              <w:p w14:paraId="36DE1D7A" w14:textId="1C902624" w:rsidR="00597730" w:rsidRPr="00B74F8D" w:rsidRDefault="005A64D7" w:rsidP="00F650A9">
                <w:pPr>
                  <w:rPr>
                    <w:rFonts w:ascii="Calibri" w:hAnsi="Calibri" w:cs="Calibri"/>
                  </w:rPr>
                </w:pPr>
                <w:r w:rsidRPr="00B74F8D">
                  <w:rPr>
                    <w:rStyle w:val="PlaceholderText"/>
                    <w:rFonts w:ascii="Calibri" w:hAnsi="Calibri" w:cs="Calibri"/>
                  </w:rPr>
                  <w:t>Click or tap here to enter text</w:t>
                </w:r>
              </w:p>
            </w:tc>
          </w:sdtContent>
        </w:sdt>
      </w:tr>
      <w:tr w:rsidR="00597730" w:rsidRPr="00B74F8D" w14:paraId="35A3E569" w14:textId="77777777" w:rsidTr="00F650A9">
        <w:tc>
          <w:tcPr>
            <w:tcW w:w="2689" w:type="dxa"/>
          </w:tcPr>
          <w:p w14:paraId="45A1080F" w14:textId="77777777" w:rsidR="00597730" w:rsidRPr="00B74F8D" w:rsidRDefault="00597730" w:rsidP="00F650A9">
            <w:pPr>
              <w:rPr>
                <w:rFonts w:ascii="Calibri" w:hAnsi="Calibri" w:cs="Calibri"/>
              </w:rPr>
            </w:pPr>
            <w:r w:rsidRPr="00B74F8D">
              <w:rPr>
                <w:rFonts w:ascii="Calibri" w:hAnsi="Calibri" w:cs="Calibri"/>
                <w:b/>
                <w:bCs/>
                <w:caps/>
              </w:rPr>
              <w:t>Academic institution</w:t>
            </w:r>
            <w:r w:rsidRPr="00B74F8D">
              <w:rPr>
                <w:rFonts w:ascii="Calibri" w:hAnsi="Calibri" w:cs="Calibri"/>
                <w:b/>
                <w:bCs/>
              </w:rPr>
              <w:t>:</w:t>
            </w:r>
          </w:p>
        </w:tc>
        <w:sdt>
          <w:sdtPr>
            <w:rPr>
              <w:rFonts w:ascii="Calibri" w:hAnsi="Calibri" w:cs="Calibri"/>
            </w:rPr>
            <w:id w:val="1020896522"/>
            <w:placeholder>
              <w:docPart w:val="9E21266C6A5B4D87A11860D5D511D74C"/>
            </w:placeholder>
            <w:showingPlcHdr/>
          </w:sdtPr>
          <w:sdtEndPr/>
          <w:sdtContent>
            <w:tc>
              <w:tcPr>
                <w:tcW w:w="6661" w:type="dxa"/>
              </w:tcPr>
              <w:p w14:paraId="4DBF0EB4" w14:textId="61140593" w:rsidR="00597730" w:rsidRPr="00B74F8D" w:rsidRDefault="009F7E73" w:rsidP="00F650A9">
                <w:pPr>
                  <w:rPr>
                    <w:rFonts w:ascii="Calibri" w:hAnsi="Calibri" w:cs="Calibri"/>
                  </w:rPr>
                </w:pPr>
                <w:r w:rsidRPr="00B74F8D">
                  <w:rPr>
                    <w:rStyle w:val="PlaceholderText"/>
                    <w:rFonts w:ascii="Calibri" w:hAnsi="Calibri" w:cs="Calibri"/>
                  </w:rPr>
                  <w:t>Click or tap here to enter text</w:t>
                </w:r>
              </w:p>
            </w:tc>
          </w:sdtContent>
        </w:sdt>
      </w:tr>
      <w:tr w:rsidR="00597730" w:rsidRPr="00B74F8D" w14:paraId="4803E790" w14:textId="77777777" w:rsidTr="00F650A9">
        <w:tc>
          <w:tcPr>
            <w:tcW w:w="2689" w:type="dxa"/>
          </w:tcPr>
          <w:p w14:paraId="6BA4B4B3" w14:textId="77777777" w:rsidR="00597730" w:rsidRPr="00B74F8D" w:rsidRDefault="00597730" w:rsidP="00F650A9">
            <w:pPr>
              <w:rPr>
                <w:rFonts w:ascii="Calibri" w:hAnsi="Calibri" w:cs="Calibri"/>
                <w:b/>
                <w:bCs/>
              </w:rPr>
            </w:pPr>
            <w:r w:rsidRPr="00B74F8D">
              <w:rPr>
                <w:rFonts w:ascii="Calibri" w:hAnsi="Calibri" w:cs="Calibri"/>
                <w:b/>
                <w:bCs/>
              </w:rPr>
              <w:t>DEPARTMENT:</w:t>
            </w:r>
          </w:p>
        </w:tc>
        <w:sdt>
          <w:sdtPr>
            <w:rPr>
              <w:rFonts w:ascii="Calibri" w:hAnsi="Calibri" w:cs="Calibri"/>
            </w:rPr>
            <w:id w:val="-656379618"/>
            <w:placeholder>
              <w:docPart w:val="B55964C46A8C40A1941533B34E677355"/>
            </w:placeholder>
            <w:showingPlcHdr/>
          </w:sdtPr>
          <w:sdtEndPr/>
          <w:sdtContent>
            <w:tc>
              <w:tcPr>
                <w:tcW w:w="6661" w:type="dxa"/>
              </w:tcPr>
              <w:p w14:paraId="28B522C7" w14:textId="5826B1B7" w:rsidR="00597730" w:rsidRPr="00B74F8D" w:rsidRDefault="009F7E73" w:rsidP="00F650A9">
                <w:pPr>
                  <w:rPr>
                    <w:rFonts w:ascii="Calibri" w:hAnsi="Calibri" w:cs="Calibri"/>
                  </w:rPr>
                </w:pPr>
                <w:r w:rsidRPr="00B74F8D">
                  <w:rPr>
                    <w:rStyle w:val="PlaceholderText"/>
                    <w:rFonts w:ascii="Calibri" w:hAnsi="Calibri" w:cs="Calibri"/>
                  </w:rPr>
                  <w:t>Click or tap here to enter text</w:t>
                </w:r>
              </w:p>
            </w:tc>
          </w:sdtContent>
        </w:sdt>
      </w:tr>
      <w:tr w:rsidR="00597730" w:rsidRPr="00B74F8D" w14:paraId="47721789" w14:textId="77777777" w:rsidTr="00F650A9">
        <w:tc>
          <w:tcPr>
            <w:tcW w:w="2689" w:type="dxa"/>
          </w:tcPr>
          <w:p w14:paraId="58D74CCA" w14:textId="77777777" w:rsidR="00597730" w:rsidRPr="00B74F8D" w:rsidRDefault="00597730" w:rsidP="00F650A9">
            <w:pPr>
              <w:rPr>
                <w:rFonts w:ascii="Calibri" w:hAnsi="Calibri" w:cs="Calibri"/>
                <w:b/>
                <w:bCs/>
              </w:rPr>
            </w:pPr>
            <w:r w:rsidRPr="00B74F8D">
              <w:rPr>
                <w:rFonts w:ascii="Calibri" w:hAnsi="Calibri" w:cs="Calibri"/>
                <w:b/>
                <w:bCs/>
              </w:rPr>
              <w:t>TITLE OF PROJECT:</w:t>
            </w:r>
          </w:p>
        </w:tc>
        <w:sdt>
          <w:sdtPr>
            <w:rPr>
              <w:rFonts w:ascii="Calibri" w:hAnsi="Calibri" w:cs="Calibri"/>
            </w:rPr>
            <w:id w:val="-1390794869"/>
            <w:placeholder>
              <w:docPart w:val="E192290A2525407B8235A66A57057BEE"/>
            </w:placeholder>
            <w:showingPlcHdr/>
          </w:sdtPr>
          <w:sdtEndPr/>
          <w:sdtContent>
            <w:tc>
              <w:tcPr>
                <w:tcW w:w="6661" w:type="dxa"/>
              </w:tcPr>
              <w:p w14:paraId="56A9B42D" w14:textId="5F7CA719" w:rsidR="00597730" w:rsidRPr="00B74F8D" w:rsidRDefault="009F7E73" w:rsidP="00F650A9">
                <w:pPr>
                  <w:rPr>
                    <w:rFonts w:ascii="Calibri" w:hAnsi="Calibri" w:cs="Calibri"/>
                  </w:rPr>
                </w:pPr>
                <w:r w:rsidRPr="00B74F8D">
                  <w:rPr>
                    <w:rStyle w:val="PlaceholderText"/>
                    <w:rFonts w:ascii="Calibri" w:hAnsi="Calibri" w:cs="Calibri"/>
                  </w:rPr>
                  <w:t>Click or tap here to enter text</w:t>
                </w:r>
              </w:p>
            </w:tc>
          </w:sdtContent>
        </w:sdt>
      </w:tr>
      <w:tr w:rsidR="00597730" w:rsidRPr="00B74F8D" w14:paraId="17CB02B3" w14:textId="77777777" w:rsidTr="00F650A9">
        <w:tc>
          <w:tcPr>
            <w:tcW w:w="2689" w:type="dxa"/>
          </w:tcPr>
          <w:p w14:paraId="7EFDBFE7" w14:textId="77777777" w:rsidR="00597730" w:rsidRPr="00B74F8D" w:rsidRDefault="00597730" w:rsidP="00F650A9">
            <w:pPr>
              <w:rPr>
                <w:rFonts w:ascii="Calibri" w:hAnsi="Calibri" w:cs="Calibri"/>
                <w:b/>
                <w:bCs/>
              </w:rPr>
            </w:pPr>
            <w:r w:rsidRPr="00B74F8D">
              <w:rPr>
                <w:rFonts w:ascii="Calibri" w:hAnsi="Calibri" w:cs="Calibri"/>
                <w:b/>
                <w:bCs/>
              </w:rPr>
              <w:t>PARTNER ORGANIZATION:</w:t>
            </w:r>
          </w:p>
        </w:tc>
        <w:sdt>
          <w:sdtPr>
            <w:rPr>
              <w:rFonts w:ascii="Calibri" w:hAnsi="Calibri" w:cs="Calibri"/>
            </w:rPr>
            <w:id w:val="-323055167"/>
            <w:placeholder>
              <w:docPart w:val="1922C3EFDC87475C8A9493FBD7F5ACF4"/>
            </w:placeholder>
            <w:showingPlcHdr/>
          </w:sdtPr>
          <w:sdtEndPr/>
          <w:sdtContent>
            <w:tc>
              <w:tcPr>
                <w:tcW w:w="6661" w:type="dxa"/>
              </w:tcPr>
              <w:p w14:paraId="67B7F8A7" w14:textId="4C236052" w:rsidR="00597730" w:rsidRPr="00B74F8D" w:rsidRDefault="009F7E73" w:rsidP="00F650A9">
                <w:pPr>
                  <w:rPr>
                    <w:rFonts w:ascii="Calibri" w:hAnsi="Calibri" w:cs="Calibri"/>
                  </w:rPr>
                </w:pPr>
                <w:r w:rsidRPr="00B74F8D">
                  <w:rPr>
                    <w:rStyle w:val="PlaceholderText"/>
                    <w:rFonts w:ascii="Calibri" w:hAnsi="Calibri" w:cs="Calibri"/>
                  </w:rPr>
                  <w:t>Click or tap here to enter text</w:t>
                </w:r>
              </w:p>
            </w:tc>
          </w:sdtContent>
        </w:sdt>
      </w:tr>
    </w:tbl>
    <w:p w14:paraId="6233534F" w14:textId="77777777" w:rsidR="00597730" w:rsidRPr="00B74F8D" w:rsidRDefault="00597730" w:rsidP="00597730">
      <w:pPr>
        <w:rPr>
          <w:rFonts w:ascii="Calibri" w:hAnsi="Calibri" w:cs="Calibri"/>
          <w:sz w:val="22"/>
          <w:szCs w:val="22"/>
        </w:rPr>
      </w:pPr>
    </w:p>
    <w:tbl>
      <w:tblPr>
        <w:tblStyle w:val="TableGrid"/>
        <w:tblW w:w="0" w:type="auto"/>
        <w:tblLook w:val="04A0" w:firstRow="1" w:lastRow="0" w:firstColumn="1" w:lastColumn="0" w:noHBand="0" w:noVBand="1"/>
      </w:tblPr>
      <w:tblGrid>
        <w:gridCol w:w="9350"/>
      </w:tblGrid>
      <w:tr w:rsidR="00597730" w:rsidRPr="00B74F8D" w14:paraId="179423A2" w14:textId="77777777" w:rsidTr="001F6638">
        <w:trPr>
          <w:trHeight w:val="1186"/>
        </w:trPr>
        <w:tc>
          <w:tcPr>
            <w:tcW w:w="9350" w:type="dxa"/>
            <w:tcBorders>
              <w:bottom w:val="nil"/>
            </w:tcBorders>
          </w:tcPr>
          <w:p w14:paraId="3CD3774A" w14:textId="238FE48E" w:rsidR="00597730" w:rsidRPr="001F6638" w:rsidRDefault="00597730" w:rsidP="00F650A9">
            <w:pPr>
              <w:rPr>
                <w:rFonts w:ascii="Calibri" w:hAnsi="Calibri" w:cs="Calibri"/>
                <w:b/>
                <w:bCs/>
                <w:sz w:val="20"/>
                <w:szCs w:val="20"/>
              </w:rPr>
            </w:pPr>
            <w:r w:rsidRPr="00B74F8D">
              <w:rPr>
                <w:rFonts w:ascii="Calibri" w:hAnsi="Calibri" w:cs="Calibri"/>
                <w:b/>
                <w:bCs/>
                <w:sz w:val="20"/>
                <w:szCs w:val="20"/>
              </w:rPr>
              <w:t xml:space="preserve">Please describe below any relationships, ownership, influence, positions (whether salaried or not) or circumstances with the partner organization or other project participants that could contribute to a conflict of interest, or to the appearance of a conflict of interest. </w:t>
            </w:r>
            <w:r w:rsidRPr="00B74F8D" w:rsidDel="000B313A">
              <w:rPr>
                <w:rFonts w:ascii="Calibri" w:hAnsi="Calibri" w:cs="Calibri"/>
                <w:b/>
                <w:bCs/>
                <w:sz w:val="20"/>
                <w:szCs w:val="20"/>
              </w:rPr>
              <w:t xml:space="preserve"> </w:t>
            </w:r>
            <w:r w:rsidRPr="00B74F8D">
              <w:rPr>
                <w:rFonts w:ascii="Calibri" w:hAnsi="Calibri" w:cs="Calibri"/>
                <w:b/>
                <w:bCs/>
                <w:sz w:val="20"/>
                <w:szCs w:val="20"/>
              </w:rPr>
              <w:t>Include details such as the percentage (%) of ownership, description of the relationship (eg. spouse, child, parent, partner, or other), and details on your responsibilities at the partner organization (attach any documents, if necessary):</w:t>
            </w:r>
          </w:p>
        </w:tc>
      </w:tr>
      <w:tr w:rsidR="001F6638" w:rsidRPr="00B74F8D" w14:paraId="4D86F6AB" w14:textId="77777777" w:rsidTr="00093C98">
        <w:trPr>
          <w:trHeight w:val="2893"/>
        </w:trPr>
        <w:sdt>
          <w:sdtPr>
            <w:rPr>
              <w:rFonts w:ascii="Calibri" w:hAnsi="Calibri" w:cs="Calibri"/>
              <w:sz w:val="20"/>
              <w:szCs w:val="20"/>
            </w:rPr>
            <w:id w:val="1685320600"/>
            <w:placeholder>
              <w:docPart w:val="FCCDB7AD0284465E9647384C6B179508"/>
            </w:placeholder>
            <w:showingPlcHdr/>
          </w:sdtPr>
          <w:sdtContent>
            <w:tc>
              <w:tcPr>
                <w:tcW w:w="9350" w:type="dxa"/>
                <w:tcBorders>
                  <w:top w:val="nil"/>
                  <w:bottom w:val="single" w:sz="4" w:space="0" w:color="auto"/>
                </w:tcBorders>
              </w:tcPr>
              <w:p w14:paraId="16336A70" w14:textId="11EF12AF" w:rsidR="001F6638" w:rsidRPr="001F6638" w:rsidRDefault="001F6638" w:rsidP="00F650A9">
                <w:pPr>
                  <w:rPr>
                    <w:rFonts w:ascii="Calibri" w:hAnsi="Calibri" w:cs="Calibri"/>
                    <w:sz w:val="20"/>
                    <w:szCs w:val="20"/>
                  </w:rPr>
                </w:pPr>
                <w:r w:rsidRPr="001F6638">
                  <w:rPr>
                    <w:rStyle w:val="PlaceholderText"/>
                    <w:rFonts w:ascii="Calibri" w:hAnsi="Calibri" w:cs="Calibri"/>
                  </w:rPr>
                  <w:t>Click or tap here to enter text</w:t>
                </w:r>
              </w:p>
            </w:tc>
          </w:sdtContent>
        </w:sdt>
      </w:tr>
      <w:tr w:rsidR="00597730" w:rsidRPr="00B74F8D" w14:paraId="139101D4" w14:textId="77777777" w:rsidTr="001F6638">
        <w:trPr>
          <w:trHeight w:val="266"/>
        </w:trPr>
        <w:tc>
          <w:tcPr>
            <w:tcW w:w="9350" w:type="dxa"/>
            <w:tcBorders>
              <w:bottom w:val="nil"/>
            </w:tcBorders>
          </w:tcPr>
          <w:p w14:paraId="5918480D" w14:textId="4EEC4828" w:rsidR="00597730" w:rsidRPr="001F6638" w:rsidRDefault="00597730" w:rsidP="00F650A9">
            <w:pPr>
              <w:rPr>
                <w:rFonts w:ascii="Calibri" w:hAnsi="Calibri" w:cs="Calibri"/>
                <w:b/>
                <w:bCs/>
                <w:sz w:val="20"/>
                <w:szCs w:val="20"/>
              </w:rPr>
            </w:pPr>
            <w:r w:rsidRPr="00B74F8D">
              <w:rPr>
                <w:rFonts w:ascii="Calibri" w:hAnsi="Calibri" w:cs="Calibri"/>
                <w:b/>
                <w:bCs/>
                <w:sz w:val="20"/>
                <w:szCs w:val="20"/>
              </w:rPr>
              <w:t>Please describe mitigation measures of the above conflict, if applicable (attach any documents, if necessary):</w:t>
            </w:r>
          </w:p>
        </w:tc>
      </w:tr>
      <w:tr w:rsidR="001F6638" w:rsidRPr="00B74F8D" w14:paraId="2A43320D" w14:textId="77777777" w:rsidTr="001F6638">
        <w:trPr>
          <w:trHeight w:val="978"/>
        </w:trPr>
        <w:tc>
          <w:tcPr>
            <w:tcW w:w="9350" w:type="dxa"/>
            <w:tcBorders>
              <w:top w:val="nil"/>
            </w:tcBorders>
          </w:tcPr>
          <w:sdt>
            <w:sdtPr>
              <w:rPr>
                <w:rFonts w:ascii="Calibri" w:hAnsi="Calibri" w:cs="Calibri"/>
                <w:sz w:val="20"/>
                <w:szCs w:val="20"/>
              </w:rPr>
              <w:id w:val="-1049148007"/>
              <w:placeholder>
                <w:docPart w:val="35CDC78458D24004989B5757E15C93DD"/>
              </w:placeholder>
              <w:showingPlcHdr/>
            </w:sdtPr>
            <w:sdtContent>
              <w:p w14:paraId="51011D5D" w14:textId="77777777" w:rsidR="001F6638" w:rsidRPr="00B74F8D" w:rsidRDefault="001F6638" w:rsidP="001F6638">
                <w:pPr>
                  <w:rPr>
                    <w:rFonts w:ascii="Calibri" w:hAnsi="Calibri" w:cs="Calibri"/>
                  </w:rPr>
                </w:pPr>
                <w:r w:rsidRPr="001F6638">
                  <w:rPr>
                    <w:rStyle w:val="PlaceholderText"/>
                    <w:rFonts w:ascii="Calibri" w:hAnsi="Calibri" w:cs="Calibri"/>
                  </w:rPr>
                  <w:t>Click or tap here to enter text</w:t>
                </w:r>
              </w:p>
            </w:sdtContent>
          </w:sdt>
          <w:p w14:paraId="2DF1476C" w14:textId="77777777" w:rsidR="001F6638" w:rsidRDefault="001F6638" w:rsidP="00F650A9">
            <w:pPr>
              <w:rPr>
                <w:rFonts w:ascii="Calibri" w:hAnsi="Calibri" w:cs="Calibri"/>
                <w:b/>
                <w:bCs/>
                <w:sz w:val="20"/>
                <w:szCs w:val="20"/>
              </w:rPr>
            </w:pPr>
          </w:p>
          <w:p w14:paraId="6E74E99A" w14:textId="77777777" w:rsidR="00093C98" w:rsidRDefault="00093C98" w:rsidP="00F650A9">
            <w:pPr>
              <w:rPr>
                <w:rFonts w:ascii="Calibri" w:hAnsi="Calibri" w:cs="Calibri"/>
                <w:b/>
                <w:bCs/>
                <w:sz w:val="20"/>
                <w:szCs w:val="20"/>
              </w:rPr>
            </w:pPr>
          </w:p>
          <w:p w14:paraId="2FBCBD98" w14:textId="77777777" w:rsidR="00093C98" w:rsidRDefault="00093C98" w:rsidP="00F650A9">
            <w:pPr>
              <w:rPr>
                <w:rFonts w:ascii="Calibri" w:hAnsi="Calibri" w:cs="Calibri"/>
                <w:b/>
                <w:bCs/>
                <w:sz w:val="20"/>
                <w:szCs w:val="20"/>
              </w:rPr>
            </w:pPr>
          </w:p>
          <w:p w14:paraId="7D7B22E7" w14:textId="3E40D43E" w:rsidR="00093C98" w:rsidRDefault="00093C98" w:rsidP="00F650A9">
            <w:pPr>
              <w:rPr>
                <w:rFonts w:ascii="Calibri" w:hAnsi="Calibri" w:cs="Calibri"/>
                <w:b/>
                <w:bCs/>
                <w:sz w:val="20"/>
                <w:szCs w:val="20"/>
              </w:rPr>
            </w:pPr>
          </w:p>
          <w:p w14:paraId="581B1C73" w14:textId="77777777" w:rsidR="00093C98" w:rsidRDefault="00093C98" w:rsidP="00F650A9">
            <w:pPr>
              <w:rPr>
                <w:rFonts w:ascii="Calibri" w:hAnsi="Calibri" w:cs="Calibri"/>
                <w:b/>
                <w:bCs/>
                <w:sz w:val="20"/>
                <w:szCs w:val="20"/>
              </w:rPr>
            </w:pPr>
          </w:p>
          <w:p w14:paraId="58F59668" w14:textId="77777777" w:rsidR="00093C98" w:rsidRDefault="00093C98" w:rsidP="00F650A9">
            <w:pPr>
              <w:rPr>
                <w:rFonts w:ascii="Calibri" w:hAnsi="Calibri" w:cs="Calibri"/>
                <w:b/>
                <w:bCs/>
                <w:sz w:val="20"/>
                <w:szCs w:val="20"/>
              </w:rPr>
            </w:pPr>
          </w:p>
          <w:p w14:paraId="2F3BF56D" w14:textId="77F6FA84" w:rsidR="00093C98" w:rsidRPr="00B74F8D" w:rsidRDefault="00093C98" w:rsidP="00F650A9">
            <w:pPr>
              <w:rPr>
                <w:rFonts w:ascii="Calibri" w:hAnsi="Calibri" w:cs="Calibri"/>
                <w:b/>
                <w:bCs/>
                <w:sz w:val="20"/>
                <w:szCs w:val="20"/>
              </w:rPr>
            </w:pPr>
          </w:p>
        </w:tc>
      </w:tr>
    </w:tbl>
    <w:p w14:paraId="5A8D4349" w14:textId="3EA8F786" w:rsidR="00C97E48" w:rsidRPr="00B74F8D" w:rsidRDefault="00597730" w:rsidP="00597730">
      <w:pPr>
        <w:rPr>
          <w:rFonts w:ascii="Calibri" w:hAnsi="Calibri" w:cs="Calibri"/>
          <w:sz w:val="22"/>
          <w:szCs w:val="22"/>
        </w:rPr>
      </w:pPr>
      <w:r w:rsidRPr="00B74F8D">
        <w:rPr>
          <w:rFonts w:ascii="Calibri" w:hAnsi="Calibri" w:cs="Calibri"/>
          <w:sz w:val="22"/>
          <w:szCs w:val="22"/>
        </w:rPr>
        <w:t>I have reviewed and acknowledge the above Conflict of Interest and will work with the applicants to manage any conflict in accordance with the academic institution and Mitacs’s policies.</w:t>
      </w:r>
    </w:p>
    <w:p w14:paraId="732CB50E" w14:textId="77777777" w:rsidR="006E1343" w:rsidRPr="00B74F8D" w:rsidRDefault="006E1343" w:rsidP="00597730">
      <w:pPr>
        <w:rPr>
          <w:rFonts w:ascii="Calibri" w:hAnsi="Calibri" w:cs="Calibr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945"/>
      </w:tblGrid>
      <w:tr w:rsidR="00C97E48" w:rsidRPr="00B74F8D" w14:paraId="4AB42DE4" w14:textId="77777777" w:rsidTr="00C97E48">
        <w:tc>
          <w:tcPr>
            <w:tcW w:w="4945" w:type="dxa"/>
          </w:tcPr>
          <w:p w14:paraId="084CC4DF" w14:textId="2C08693A" w:rsidR="00C97E48" w:rsidRPr="00B74F8D" w:rsidRDefault="00804AB1" w:rsidP="00C97E48">
            <w:pPr>
              <w:rPr>
                <w:rFonts w:ascii="Calibri" w:hAnsi="Calibri" w:cs="Calibri"/>
              </w:rPr>
            </w:pPr>
            <w:sdt>
              <w:sdtPr>
                <w:rPr>
                  <w:rFonts w:ascii="Calibri" w:hAnsi="Calibri" w:cs="Calibri"/>
                </w:rPr>
                <w:id w:val="1607934444"/>
                <w:placeholder>
                  <w:docPart w:val="A31D5562E6BC47A4AB27C79AD9E3CB80"/>
                </w:placeholder>
                <w:showingPlcHdr/>
              </w:sdtPr>
              <w:sdtEndPr/>
              <w:sdtContent>
                <w:r w:rsidR="00C97E48" w:rsidRPr="00B74F8D">
                  <w:rPr>
                    <w:rStyle w:val="PlaceholderText"/>
                    <w:rFonts w:ascii="Calibri" w:hAnsi="Calibri" w:cs="Calibri"/>
                    <w:u w:val="single"/>
                  </w:rPr>
                  <w:t>Click or tap here to enter text</w:t>
                </w:r>
              </w:sdtContent>
            </w:sdt>
            <w:r w:rsidR="00C97E48" w:rsidRPr="00B74F8D">
              <w:rPr>
                <w:rFonts w:ascii="Calibri" w:hAnsi="Calibri" w:cs="Calibri"/>
              </w:rPr>
              <w:tab/>
            </w:r>
            <w:r w:rsidR="00C97E48" w:rsidRPr="00B74F8D">
              <w:rPr>
                <w:rFonts w:ascii="Calibri" w:hAnsi="Calibri" w:cs="Calibri"/>
              </w:rPr>
              <w:tab/>
            </w:r>
          </w:p>
          <w:p w14:paraId="3A5F39D6" w14:textId="5023CBC2" w:rsidR="00C97E48" w:rsidRPr="00B74F8D" w:rsidRDefault="00C97E48" w:rsidP="00C97E48">
            <w:pPr>
              <w:rPr>
                <w:rFonts w:ascii="Calibri" w:hAnsi="Calibri" w:cs="Calibri"/>
              </w:rPr>
            </w:pPr>
            <w:r w:rsidRPr="00B74F8D">
              <w:rPr>
                <w:rFonts w:ascii="Calibri" w:hAnsi="Calibri" w:cs="Calibri"/>
                <w:b/>
                <w:bCs/>
              </w:rPr>
              <w:t>Name (Please Print)</w:t>
            </w:r>
            <w:r w:rsidRPr="00B74F8D">
              <w:rPr>
                <w:rFonts w:ascii="Calibri" w:hAnsi="Calibri" w:cs="Calibri"/>
              </w:rPr>
              <w:tab/>
            </w:r>
          </w:p>
        </w:tc>
        <w:tc>
          <w:tcPr>
            <w:tcW w:w="4945" w:type="dxa"/>
          </w:tcPr>
          <w:p w14:paraId="48096262" w14:textId="4BB8E6AD" w:rsidR="00C97E48" w:rsidRPr="00B74F8D" w:rsidRDefault="00804AB1" w:rsidP="00597730">
            <w:pPr>
              <w:rPr>
                <w:rFonts w:ascii="Calibri" w:hAnsi="Calibri" w:cs="Calibri"/>
              </w:rPr>
            </w:pPr>
            <w:sdt>
              <w:sdtPr>
                <w:rPr>
                  <w:rFonts w:ascii="Calibri" w:hAnsi="Calibri" w:cs="Calibri"/>
                  <w:u w:val="single"/>
                </w:rPr>
                <w:id w:val="901641449"/>
                <w:placeholder>
                  <w:docPart w:val="02B15D4B50BB4133B51D9A0EB3B3795F"/>
                </w:placeholder>
                <w:showingPlcHdr/>
              </w:sdtPr>
              <w:sdtEndPr/>
              <w:sdtContent>
                <w:r w:rsidR="00C97E48" w:rsidRPr="00B74F8D">
                  <w:rPr>
                    <w:rStyle w:val="PlaceholderText"/>
                    <w:rFonts w:ascii="Calibri" w:hAnsi="Calibri" w:cs="Calibri"/>
                    <w:u w:val="single"/>
                  </w:rPr>
                  <w:t>Click or tap here to enter text</w:t>
                </w:r>
              </w:sdtContent>
            </w:sdt>
            <w:r w:rsidR="00C97E48" w:rsidRPr="00B74F8D">
              <w:rPr>
                <w:rFonts w:ascii="Calibri" w:hAnsi="Calibri" w:cs="Calibri"/>
              </w:rPr>
              <w:tab/>
            </w:r>
          </w:p>
          <w:p w14:paraId="558AEFB6" w14:textId="77777777" w:rsidR="00C97E48" w:rsidRPr="00B74F8D" w:rsidRDefault="00C97E48" w:rsidP="00597730">
            <w:pPr>
              <w:rPr>
                <w:rFonts w:ascii="Calibri" w:hAnsi="Calibri" w:cs="Calibri"/>
              </w:rPr>
            </w:pPr>
            <w:r w:rsidRPr="00B74F8D">
              <w:rPr>
                <w:rFonts w:ascii="Calibri" w:hAnsi="Calibri" w:cs="Calibri"/>
                <w:b/>
                <w:bCs/>
              </w:rPr>
              <w:t>Title</w:t>
            </w:r>
            <w:r w:rsidRPr="00B74F8D">
              <w:rPr>
                <w:rFonts w:ascii="Calibri" w:hAnsi="Calibri" w:cs="Calibri"/>
              </w:rPr>
              <w:tab/>
            </w:r>
          </w:p>
          <w:p w14:paraId="723A895A" w14:textId="38D16E8D" w:rsidR="00C97E48" w:rsidRPr="00B74F8D" w:rsidRDefault="00C97E48" w:rsidP="00597730">
            <w:pPr>
              <w:rPr>
                <w:rFonts w:ascii="Calibri" w:hAnsi="Calibri" w:cs="Calibri"/>
                <w:b/>
                <w:bCs/>
              </w:rPr>
            </w:pPr>
            <w:r w:rsidRPr="00B74F8D">
              <w:rPr>
                <w:rFonts w:ascii="Calibri" w:hAnsi="Calibri" w:cs="Calibri"/>
              </w:rPr>
              <w:tab/>
            </w:r>
          </w:p>
        </w:tc>
      </w:tr>
      <w:tr w:rsidR="00C97E48" w:rsidRPr="00B74F8D" w14:paraId="47288F1A" w14:textId="77777777" w:rsidTr="00C97E48">
        <w:tc>
          <w:tcPr>
            <w:tcW w:w="4945" w:type="dxa"/>
          </w:tcPr>
          <w:sdt>
            <w:sdtPr>
              <w:rPr>
                <w:rStyle w:val="Style2"/>
              </w:rPr>
              <w:id w:val="1757082012"/>
              <w:placeholder>
                <w:docPart w:val="F673EE81445549869281EF2A83630B34"/>
              </w:placeholder>
              <w:showingPlcHdr/>
            </w:sdtPr>
            <w:sdtEndPr>
              <w:rPr>
                <w:rStyle w:val="PlaceholderText"/>
                <w:rFonts w:asciiTheme="minorHAnsi" w:hAnsiTheme="minorHAnsi"/>
                <w:color w:val="808080"/>
                <w:u w:val="single"/>
              </w:rPr>
            </w:sdtEndPr>
            <w:sdtContent>
              <w:p w14:paraId="5F80FD06" w14:textId="31B2713D" w:rsidR="00B74F8D" w:rsidRDefault="00B74F8D" w:rsidP="00C97E48">
                <w:pPr>
                  <w:tabs>
                    <w:tab w:val="left" w:pos="720"/>
                    <w:tab w:val="left" w:pos="1440"/>
                    <w:tab w:val="left" w:pos="2160"/>
                    <w:tab w:val="left" w:pos="3264"/>
                  </w:tabs>
                  <w:rPr>
                    <w:rStyle w:val="PlaceholderText"/>
                    <w:u w:val="single"/>
                  </w:rPr>
                </w:pPr>
                <w:r>
                  <w:rPr>
                    <w:rStyle w:val="PlaceholderText"/>
                    <w:rFonts w:ascii="Calibri" w:hAnsi="Calibri" w:cs="Calibri"/>
                    <w:u w:val="single"/>
                  </w:rPr>
                  <w:t>Type signature here</w:t>
                </w:r>
              </w:p>
            </w:sdtContent>
          </w:sdt>
          <w:p w14:paraId="7D5168C1" w14:textId="008A94F4" w:rsidR="00C97E48" w:rsidRPr="00B74F8D" w:rsidRDefault="00C97E48" w:rsidP="00C97E48">
            <w:pPr>
              <w:tabs>
                <w:tab w:val="left" w:pos="720"/>
                <w:tab w:val="left" w:pos="1440"/>
                <w:tab w:val="left" w:pos="2160"/>
                <w:tab w:val="left" w:pos="3264"/>
              </w:tabs>
              <w:rPr>
                <w:rFonts w:ascii="Calibri" w:hAnsi="Calibri" w:cs="Calibri"/>
                <w:b/>
                <w:bCs/>
                <w:u w:val="single"/>
              </w:rPr>
            </w:pPr>
            <w:r w:rsidRPr="00B74F8D">
              <w:rPr>
                <w:rFonts w:ascii="Calibri" w:hAnsi="Calibri" w:cs="Calibri"/>
                <w:b/>
                <w:bCs/>
              </w:rPr>
              <w:t>Signature</w:t>
            </w:r>
          </w:p>
        </w:tc>
        <w:tc>
          <w:tcPr>
            <w:tcW w:w="4945" w:type="dxa"/>
          </w:tcPr>
          <w:sdt>
            <w:sdtPr>
              <w:rPr>
                <w:rFonts w:ascii="Calibri" w:hAnsi="Calibri" w:cs="Calibri"/>
                <w:b/>
                <w:bCs/>
                <w:u w:val="single"/>
              </w:rPr>
              <w:id w:val="-2143499560"/>
              <w:placeholder>
                <w:docPart w:val="D28F0EB7AF92461EA9AC23F3FE4473E6"/>
              </w:placeholder>
              <w:showingPlcHdr/>
              <w:date>
                <w:dateFormat w:val="yyyy-MM-dd"/>
                <w:lid w:val="en-CA"/>
                <w:storeMappedDataAs w:val="dateTime"/>
                <w:calendar w:val="gregorian"/>
              </w:date>
            </w:sdtPr>
            <w:sdtEndPr/>
            <w:sdtContent>
              <w:p w14:paraId="5B2ECD2F" w14:textId="772DD5FE" w:rsidR="00C97E48" w:rsidRPr="00AA5B25" w:rsidRDefault="00BD4DBC" w:rsidP="00597730">
                <w:pPr>
                  <w:rPr>
                    <w:rFonts w:ascii="Calibri" w:hAnsi="Calibri" w:cs="Calibri"/>
                    <w:b/>
                    <w:bCs/>
                    <w:u w:val="single"/>
                  </w:rPr>
                </w:pPr>
                <w:r w:rsidRPr="00AA5B25">
                  <w:rPr>
                    <w:rStyle w:val="PlaceholderText"/>
                    <w:rFonts w:ascii="Calibri" w:hAnsi="Calibri" w:cs="Calibri"/>
                    <w:u w:val="single"/>
                  </w:rPr>
                  <w:t>Click or tap to enter a date</w:t>
                </w:r>
              </w:p>
            </w:sdtContent>
          </w:sdt>
          <w:p w14:paraId="372CA7A7" w14:textId="45543E57" w:rsidR="00C97E48" w:rsidRPr="00B74F8D" w:rsidRDefault="00C97E48" w:rsidP="00597730">
            <w:pPr>
              <w:rPr>
                <w:rFonts w:ascii="Calibri" w:hAnsi="Calibri" w:cs="Calibri"/>
              </w:rPr>
            </w:pPr>
            <w:r w:rsidRPr="00B74F8D">
              <w:rPr>
                <w:rFonts w:ascii="Calibri" w:hAnsi="Calibri" w:cs="Calibri"/>
                <w:b/>
                <w:bCs/>
              </w:rPr>
              <w:t>Date</w:t>
            </w:r>
          </w:p>
        </w:tc>
      </w:tr>
    </w:tbl>
    <w:p w14:paraId="7C842FDA" w14:textId="35C8F783" w:rsidR="00B315D5" w:rsidRPr="00B74F8D" w:rsidRDefault="00804AB1">
      <w:pPr>
        <w:rPr>
          <w:rFonts w:ascii="Calibri" w:hAnsi="Calibri" w:cs="Calibri"/>
          <w:b/>
          <w:bCs/>
          <w:sz w:val="22"/>
          <w:szCs w:val="22"/>
        </w:rPr>
      </w:pPr>
    </w:p>
    <w:sectPr w:rsidR="00B315D5" w:rsidRPr="00B74F8D" w:rsidSect="00881161">
      <w:headerReference w:type="default" r:id="rId10"/>
      <w:footerReference w:type="default" r:id="rId11"/>
      <w:headerReference w:type="first" r:id="rId12"/>
      <w:footerReference w:type="first" r:id="rId13"/>
      <w:pgSz w:w="12240" w:h="15840"/>
      <w:pgMar w:top="1998" w:right="900" w:bottom="2127" w:left="1440" w:header="708" w:footer="1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F5F385" w14:textId="77777777" w:rsidR="00804AB1" w:rsidRDefault="00804AB1" w:rsidP="005906EE">
      <w:r>
        <w:separator/>
      </w:r>
    </w:p>
  </w:endnote>
  <w:endnote w:type="continuationSeparator" w:id="0">
    <w:p w14:paraId="6DA2C59E" w14:textId="77777777" w:rsidR="00804AB1" w:rsidRDefault="00804AB1" w:rsidP="0059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30212" w14:textId="77777777" w:rsidR="00881161" w:rsidRPr="005906EE" w:rsidRDefault="00476375" w:rsidP="00881161">
    <w:pPr>
      <w:pStyle w:val="Footer"/>
      <w:ind w:right="1584"/>
      <w:jc w:val="right"/>
      <w:rPr>
        <w:color w:val="767171" w:themeColor="background2" w:themeShade="80"/>
        <w:sz w:val="16"/>
        <w:szCs w:val="16"/>
      </w:rPr>
    </w:pPr>
    <w:r>
      <w:rPr>
        <w:noProof/>
        <w:color w:val="E7E6E6" w:themeColor="background2"/>
        <w:sz w:val="16"/>
        <w:szCs w:val="16"/>
      </w:rPr>
      <w:drawing>
        <wp:anchor distT="0" distB="0" distL="114300" distR="114300" simplePos="0" relativeHeight="251675648" behindDoc="1" locked="0" layoutInCell="1" allowOverlap="1" wp14:anchorId="534AA315" wp14:editId="715F2E73">
          <wp:simplePos x="0" y="0"/>
          <wp:positionH relativeFrom="page">
            <wp:posOffset>0</wp:posOffset>
          </wp:positionH>
          <wp:positionV relativeFrom="paragraph">
            <wp:posOffset>-572135</wp:posOffset>
          </wp:positionV>
          <wp:extent cx="2404872" cy="1920240"/>
          <wp:effectExtent l="0" t="0" r="0" b="381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rner@4x.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r w:rsidR="00881161" w:rsidRPr="005906EE">
      <w:rPr>
        <w:color w:val="767171" w:themeColor="background2" w:themeShade="80"/>
        <w:sz w:val="16"/>
        <w:szCs w:val="16"/>
      </w:rPr>
      <w:t xml:space="preserve"> </w:t>
    </w:r>
  </w:p>
  <w:p w14:paraId="1C133FC9" w14:textId="77777777" w:rsidR="00B715A6" w:rsidRPr="005906EE" w:rsidRDefault="00476375" w:rsidP="00B715A6">
    <w:pPr>
      <w:pStyle w:val="Footer"/>
      <w:ind w:right="1584"/>
      <w:jc w:val="right"/>
      <w:rPr>
        <w:color w:val="767171" w:themeColor="background2" w:themeShade="80"/>
        <w:sz w:val="16"/>
        <w:szCs w:val="16"/>
      </w:rPr>
    </w:pPr>
    <w:r>
      <w:rPr>
        <w:noProof/>
      </w:rPr>
      <w:drawing>
        <wp:anchor distT="0" distB="0" distL="114300" distR="114300" simplePos="0" relativeHeight="251673600" behindDoc="0" locked="0" layoutInCell="1" allowOverlap="1" wp14:anchorId="6B85D91A" wp14:editId="08E6A6DF">
          <wp:simplePos x="0" y="0"/>
          <wp:positionH relativeFrom="margin">
            <wp:posOffset>4817110</wp:posOffset>
          </wp:positionH>
          <wp:positionV relativeFrom="paragraph">
            <wp:posOffset>193675</wp:posOffset>
          </wp:positionV>
          <wp:extent cx="1412240" cy="393700"/>
          <wp:effectExtent l="0" t="0" r="0" b="635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tacs_logo_blue_RGB.png"/>
                  <pic:cNvPicPr/>
                </pic:nvPicPr>
                <pic:blipFill>
                  <a:blip r:embed="rId2">
                    <a:extLst>
                      <a:ext uri="{28A0092B-C50C-407E-A947-70E740481C1C}">
                        <a14:useLocalDpi xmlns:a14="http://schemas.microsoft.com/office/drawing/2010/main" val="0"/>
                      </a:ext>
                    </a:extLst>
                  </a:blip>
                  <a:stretch>
                    <a:fillRect/>
                  </a:stretch>
                </pic:blipFill>
                <pic:spPr>
                  <a:xfrm>
                    <a:off x="0" y="0"/>
                    <a:ext cx="1412240" cy="393700"/>
                  </a:xfrm>
                  <a:prstGeom prst="rect">
                    <a:avLst/>
                  </a:prstGeom>
                </pic:spPr>
              </pic:pic>
            </a:graphicData>
          </a:graphic>
        </wp:anchor>
      </w:drawing>
    </w:r>
    <w:r w:rsidR="005906EE" w:rsidRPr="005906EE">
      <w:rPr>
        <w:color w:val="767171" w:themeColor="background2" w:themeShade="80"/>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A590B" w14:textId="77777777" w:rsidR="0010124C" w:rsidRDefault="0010124C">
    <w:pPr>
      <w:pStyle w:val="Footer"/>
    </w:pPr>
    <w:r>
      <w:rPr>
        <w:noProof/>
        <w:color w:val="E7E6E6" w:themeColor="background2"/>
        <w:sz w:val="16"/>
        <w:szCs w:val="16"/>
      </w:rPr>
      <w:drawing>
        <wp:anchor distT="0" distB="0" distL="114300" distR="114300" simplePos="0" relativeHeight="251677696" behindDoc="1" locked="0" layoutInCell="1" allowOverlap="1" wp14:anchorId="6C0B60B2" wp14:editId="0B89865A">
          <wp:simplePos x="0" y="0"/>
          <wp:positionH relativeFrom="page">
            <wp:posOffset>6350</wp:posOffset>
          </wp:positionH>
          <wp:positionV relativeFrom="paragraph">
            <wp:posOffset>0</wp:posOffset>
          </wp:positionV>
          <wp:extent cx="2404872" cy="19202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rner@4x.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179482" w14:textId="77777777" w:rsidR="00804AB1" w:rsidRDefault="00804AB1" w:rsidP="005906EE">
      <w:r>
        <w:separator/>
      </w:r>
    </w:p>
  </w:footnote>
  <w:footnote w:type="continuationSeparator" w:id="0">
    <w:p w14:paraId="7E58D12A" w14:textId="77777777" w:rsidR="00804AB1" w:rsidRDefault="00804AB1" w:rsidP="0059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18293" w14:textId="77777777" w:rsidR="005906EE" w:rsidRDefault="00B715A6">
    <w:pPr>
      <w:pStyle w:val="Header"/>
    </w:pPr>
    <w:r>
      <w:rPr>
        <w:noProof/>
      </w:rPr>
      <w:drawing>
        <wp:anchor distT="0" distB="0" distL="114300" distR="114300" simplePos="0" relativeHeight="251659264" behindDoc="1" locked="0" layoutInCell="1" allowOverlap="1" wp14:anchorId="3055E138" wp14:editId="69AE0033">
          <wp:simplePos x="0" y="0"/>
          <wp:positionH relativeFrom="column">
            <wp:posOffset>4435475</wp:posOffset>
          </wp:positionH>
          <wp:positionV relativeFrom="paragraph">
            <wp:posOffset>-434340</wp:posOffset>
          </wp:positionV>
          <wp:extent cx="2404872" cy="1920240"/>
          <wp:effectExtent l="0" t="0" r="0" b="381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r@4x.png"/>
                  <pic:cNvPicPr/>
                </pic:nvPicPr>
                <pic:blipFill>
                  <a:blip r:embed="rId1">
                    <a:extLst>
                      <a:ext uri="{28A0092B-C50C-407E-A947-70E740481C1C}">
                        <a14:useLocalDpi xmlns:a14="http://schemas.microsoft.com/office/drawing/2010/main" val="0"/>
                      </a:ext>
                    </a:extLst>
                  </a:blip>
                  <a:stretch>
                    <a:fillRect/>
                  </a:stretch>
                </pic:blipFill>
                <pic:spPr>
                  <a:xfrm>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705A9" w14:textId="113D1552" w:rsidR="00881161" w:rsidRDefault="00881161" w:rsidP="00881161">
    <w:pPr>
      <w:pStyle w:val="Header"/>
    </w:pPr>
    <w:r>
      <w:rPr>
        <w:noProof/>
      </w:rPr>
      <w:drawing>
        <wp:anchor distT="0" distB="0" distL="114300" distR="114300" simplePos="0" relativeHeight="251664384" behindDoc="1" locked="0" layoutInCell="1" allowOverlap="1" wp14:anchorId="139C6632" wp14:editId="720953F1">
          <wp:simplePos x="0" y="0"/>
          <wp:positionH relativeFrom="column">
            <wp:posOffset>4435475</wp:posOffset>
          </wp:positionH>
          <wp:positionV relativeFrom="paragraph">
            <wp:posOffset>-434340</wp:posOffset>
          </wp:positionV>
          <wp:extent cx="2404872" cy="1920240"/>
          <wp:effectExtent l="0" t="0" r="0" b="381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r@4x.png"/>
                  <pic:cNvPicPr/>
                </pic:nvPicPr>
                <pic:blipFill>
                  <a:blip r:embed="rId1">
                    <a:extLst>
                      <a:ext uri="{28A0092B-C50C-407E-A947-70E740481C1C}">
                        <a14:useLocalDpi xmlns:a14="http://schemas.microsoft.com/office/drawing/2010/main" val="0"/>
                      </a:ext>
                    </a:extLst>
                  </a:blip>
                  <a:stretch>
                    <a:fillRect/>
                  </a:stretch>
                </pic:blipFill>
                <pic:spPr>
                  <a:xfrm>
                    <a:off x="0" y="0"/>
                    <a:ext cx="2404872" cy="19202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AE64533" wp14:editId="1EF9B116">
          <wp:extent cx="1747319" cy="487420"/>
          <wp:effectExtent l="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tacs_logo_blue_RGB.png"/>
                  <pic:cNvPicPr/>
                </pic:nvPicPr>
                <pic:blipFill>
                  <a:blip r:embed="rId2">
                    <a:extLst>
                      <a:ext uri="{28A0092B-C50C-407E-A947-70E740481C1C}">
                        <a14:useLocalDpi xmlns:a14="http://schemas.microsoft.com/office/drawing/2010/main" val="0"/>
                      </a:ext>
                    </a:extLst>
                  </a:blip>
                  <a:stretch>
                    <a:fillRect/>
                  </a:stretch>
                </pic:blipFill>
                <pic:spPr>
                  <a:xfrm>
                    <a:off x="0" y="0"/>
                    <a:ext cx="1886840" cy="526340"/>
                  </a:xfrm>
                  <a:prstGeom prst="rect">
                    <a:avLst/>
                  </a:prstGeom>
                </pic:spPr>
              </pic:pic>
            </a:graphicData>
          </a:graphic>
        </wp:inline>
      </w:drawing>
    </w:r>
  </w:p>
  <w:p w14:paraId="6F67B7AA" w14:textId="78FDDC88" w:rsidR="00597730" w:rsidRDefault="00597730" w:rsidP="00881161">
    <w:pPr>
      <w:pStyle w:val="Header"/>
    </w:pPr>
  </w:p>
  <w:p w14:paraId="3E023D46" w14:textId="7FCF2E1E" w:rsidR="00597730" w:rsidRDefault="00597730" w:rsidP="00597730">
    <w:pPr>
      <w:pStyle w:val="Header"/>
      <w:jc w:val="center"/>
      <w:rPr>
        <w:rFonts w:ascii="Calibri" w:hAnsi="Calibri" w:cs="Calibri"/>
        <w:b/>
        <w:bCs/>
        <w:sz w:val="22"/>
        <w:szCs w:val="22"/>
      </w:rPr>
    </w:pPr>
    <w:r w:rsidRPr="00597730">
      <w:rPr>
        <w:rFonts w:ascii="Calibri" w:hAnsi="Calibri" w:cs="Calibri"/>
        <w:b/>
        <w:bCs/>
        <w:sz w:val="22"/>
        <w:szCs w:val="22"/>
      </w:rPr>
      <w:t>Academic Institution Acknowledgement of Conflict(s) of Interest for Mitacs Applications</w:t>
    </w:r>
  </w:p>
  <w:p w14:paraId="4A293088" w14:textId="77777777" w:rsidR="00597730" w:rsidRPr="00597730" w:rsidRDefault="00597730" w:rsidP="00597730">
    <w:pPr>
      <w:pStyle w:val="Header"/>
      <w:jc w:val="center"/>
      <w:rPr>
        <w:rFonts w:ascii="Calibri" w:hAnsi="Calibri" w:cs="Calibri"/>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forms" w:enforcement="1" w:cryptProviderType="rsaAES" w:cryptAlgorithmClass="hash" w:cryptAlgorithmType="typeAny" w:cryptAlgorithmSid="14" w:cryptSpinCount="100000" w:hash="r0RqsHvh6uAiDRAO6z5fxT7s0R91cRwBtILnT+OdQv9XrF38dhJO4vc9ACTQ7Q+OcheVAjPae5vws0HvBeBDBg==" w:salt="GjPS2ez/J8S4HPB8IsykLg=="/>
  <w:defaultTabStop w:val="72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730"/>
    <w:rsid w:val="00025120"/>
    <w:rsid w:val="00063540"/>
    <w:rsid w:val="00092502"/>
    <w:rsid w:val="00093C98"/>
    <w:rsid w:val="0010124C"/>
    <w:rsid w:val="00111747"/>
    <w:rsid w:val="00136DA5"/>
    <w:rsid w:val="00157C91"/>
    <w:rsid w:val="00180D26"/>
    <w:rsid w:val="00186C1B"/>
    <w:rsid w:val="001C3F81"/>
    <w:rsid w:val="001E1EF5"/>
    <w:rsid w:val="001F6638"/>
    <w:rsid w:val="002868A1"/>
    <w:rsid w:val="00342185"/>
    <w:rsid w:val="00344B26"/>
    <w:rsid w:val="003772FA"/>
    <w:rsid w:val="003C677D"/>
    <w:rsid w:val="00465383"/>
    <w:rsid w:val="00476375"/>
    <w:rsid w:val="004E1C85"/>
    <w:rsid w:val="005221B9"/>
    <w:rsid w:val="005241AD"/>
    <w:rsid w:val="005906EE"/>
    <w:rsid w:val="00597730"/>
    <w:rsid w:val="005A64D7"/>
    <w:rsid w:val="005B4F79"/>
    <w:rsid w:val="005D2A42"/>
    <w:rsid w:val="005D511B"/>
    <w:rsid w:val="0061723C"/>
    <w:rsid w:val="00665360"/>
    <w:rsid w:val="006D553D"/>
    <w:rsid w:val="006E1343"/>
    <w:rsid w:val="006F29A6"/>
    <w:rsid w:val="00783BF6"/>
    <w:rsid w:val="00794D1E"/>
    <w:rsid w:val="007B7184"/>
    <w:rsid w:val="00804AB1"/>
    <w:rsid w:val="00881161"/>
    <w:rsid w:val="008A6DCE"/>
    <w:rsid w:val="008C442D"/>
    <w:rsid w:val="00924045"/>
    <w:rsid w:val="00934209"/>
    <w:rsid w:val="009C79C1"/>
    <w:rsid w:val="009F3F09"/>
    <w:rsid w:val="009F7E73"/>
    <w:rsid w:val="00AA5B25"/>
    <w:rsid w:val="00AB764A"/>
    <w:rsid w:val="00B715A6"/>
    <w:rsid w:val="00B74F8D"/>
    <w:rsid w:val="00BD4DBC"/>
    <w:rsid w:val="00C0202D"/>
    <w:rsid w:val="00C16FDB"/>
    <w:rsid w:val="00C21D43"/>
    <w:rsid w:val="00C632D5"/>
    <w:rsid w:val="00C97E48"/>
    <w:rsid w:val="00CA7236"/>
    <w:rsid w:val="00CF59A3"/>
    <w:rsid w:val="00D023B4"/>
    <w:rsid w:val="00D2358E"/>
    <w:rsid w:val="00D85CD8"/>
    <w:rsid w:val="00E932A1"/>
    <w:rsid w:val="00EE230C"/>
    <w:rsid w:val="00F00A30"/>
    <w:rsid w:val="00F0348D"/>
    <w:rsid w:val="00F44520"/>
    <w:rsid w:val="00F50513"/>
    <w:rsid w:val="00F66B4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810B0"/>
  <w15:chartTrackingRefBased/>
  <w15:docId w15:val="{9CF0E3BD-FFC6-4C41-BACB-D3C72FAF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06EE"/>
    <w:pPr>
      <w:tabs>
        <w:tab w:val="center" w:pos="4680"/>
        <w:tab w:val="right" w:pos="9360"/>
      </w:tabs>
    </w:pPr>
  </w:style>
  <w:style w:type="character" w:customStyle="1" w:styleId="HeaderChar">
    <w:name w:val="Header Char"/>
    <w:basedOn w:val="DefaultParagraphFont"/>
    <w:link w:val="Header"/>
    <w:uiPriority w:val="99"/>
    <w:rsid w:val="005906EE"/>
  </w:style>
  <w:style w:type="paragraph" w:styleId="Footer">
    <w:name w:val="footer"/>
    <w:basedOn w:val="Normal"/>
    <w:link w:val="FooterChar"/>
    <w:uiPriority w:val="99"/>
    <w:unhideWhenUsed/>
    <w:rsid w:val="005906EE"/>
    <w:pPr>
      <w:tabs>
        <w:tab w:val="center" w:pos="4680"/>
        <w:tab w:val="right" w:pos="9360"/>
      </w:tabs>
    </w:pPr>
  </w:style>
  <w:style w:type="character" w:customStyle="1" w:styleId="FooterChar">
    <w:name w:val="Footer Char"/>
    <w:basedOn w:val="DefaultParagraphFont"/>
    <w:link w:val="Footer"/>
    <w:uiPriority w:val="99"/>
    <w:rsid w:val="005906EE"/>
  </w:style>
  <w:style w:type="table" w:styleId="TableGrid">
    <w:name w:val="Table Grid"/>
    <w:basedOn w:val="TableNormal"/>
    <w:uiPriority w:val="39"/>
    <w:rsid w:val="0059773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7730"/>
    <w:rPr>
      <w:color w:val="0563C1" w:themeColor="hyperlink"/>
      <w:u w:val="single"/>
    </w:rPr>
  </w:style>
  <w:style w:type="character" w:styleId="PlaceholderText">
    <w:name w:val="Placeholder Text"/>
    <w:basedOn w:val="DefaultParagraphFont"/>
    <w:uiPriority w:val="99"/>
    <w:semiHidden/>
    <w:rsid w:val="00597730"/>
    <w:rPr>
      <w:color w:val="808080"/>
    </w:rPr>
  </w:style>
  <w:style w:type="paragraph" w:styleId="BalloonText">
    <w:name w:val="Balloon Text"/>
    <w:basedOn w:val="Normal"/>
    <w:link w:val="BalloonTextChar"/>
    <w:uiPriority w:val="99"/>
    <w:semiHidden/>
    <w:unhideWhenUsed/>
    <w:rsid w:val="005D51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511B"/>
    <w:rPr>
      <w:rFonts w:ascii="Segoe UI" w:hAnsi="Segoe UI" w:cs="Segoe UI"/>
      <w:sz w:val="18"/>
      <w:szCs w:val="18"/>
    </w:rPr>
  </w:style>
  <w:style w:type="character" w:customStyle="1" w:styleId="Style1">
    <w:name w:val="Style1"/>
    <w:basedOn w:val="DefaultParagraphFont"/>
    <w:uiPriority w:val="1"/>
    <w:rsid w:val="008C442D"/>
    <w:rPr>
      <w:rFonts w:ascii="Lucida Handwriting" w:hAnsi="Lucida Handwriting"/>
    </w:rPr>
  </w:style>
  <w:style w:type="character" w:customStyle="1" w:styleId="Style2">
    <w:name w:val="Style2"/>
    <w:basedOn w:val="DefaultParagraphFont"/>
    <w:uiPriority w:val="1"/>
    <w:rsid w:val="00B74F8D"/>
    <w:rPr>
      <w:rFonts w:ascii="Lucida Handwriting" w:hAnsi="Lucida Handwriti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02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mitacs.ca/en/conflict-interest-polic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mitacs.sharepoint.com/CorporateAssetsLibrary/Mitacs%20Document%20Template%20-%2020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E21266C6A5B4D87A11860D5D511D74C"/>
        <w:category>
          <w:name w:val="General"/>
          <w:gallery w:val="placeholder"/>
        </w:category>
        <w:types>
          <w:type w:val="bbPlcHdr"/>
        </w:types>
        <w:behaviors>
          <w:behavior w:val="content"/>
        </w:behaviors>
        <w:guid w:val="{A158CCC1-217E-4953-BF80-558A4DC09316}"/>
      </w:docPartPr>
      <w:docPartBody>
        <w:p w:rsidR="00321460" w:rsidRDefault="00A34749" w:rsidP="00A34749">
          <w:pPr>
            <w:pStyle w:val="9E21266C6A5B4D87A11860D5D511D74C24"/>
          </w:pPr>
          <w:r w:rsidRPr="00B74F8D">
            <w:rPr>
              <w:rStyle w:val="PlaceholderText"/>
              <w:rFonts w:ascii="Calibri" w:hAnsi="Calibri" w:cs="Calibri"/>
            </w:rPr>
            <w:t>Click or tap here to enter text</w:t>
          </w:r>
        </w:p>
      </w:docPartBody>
    </w:docPart>
    <w:docPart>
      <w:docPartPr>
        <w:name w:val="B55964C46A8C40A1941533B34E677355"/>
        <w:category>
          <w:name w:val="General"/>
          <w:gallery w:val="placeholder"/>
        </w:category>
        <w:types>
          <w:type w:val="bbPlcHdr"/>
        </w:types>
        <w:behaviors>
          <w:behavior w:val="content"/>
        </w:behaviors>
        <w:guid w:val="{B26FCDC6-5E46-48A4-910F-E8DA56F5E2DD}"/>
      </w:docPartPr>
      <w:docPartBody>
        <w:p w:rsidR="00321460" w:rsidRDefault="00A34749" w:rsidP="00A34749">
          <w:pPr>
            <w:pStyle w:val="B55964C46A8C40A1941533B34E67735524"/>
          </w:pPr>
          <w:r w:rsidRPr="00B74F8D">
            <w:rPr>
              <w:rStyle w:val="PlaceholderText"/>
              <w:rFonts w:ascii="Calibri" w:hAnsi="Calibri" w:cs="Calibri"/>
            </w:rPr>
            <w:t>Click or tap here to enter text</w:t>
          </w:r>
        </w:p>
      </w:docPartBody>
    </w:docPart>
    <w:docPart>
      <w:docPartPr>
        <w:name w:val="E192290A2525407B8235A66A57057BEE"/>
        <w:category>
          <w:name w:val="General"/>
          <w:gallery w:val="placeholder"/>
        </w:category>
        <w:types>
          <w:type w:val="bbPlcHdr"/>
        </w:types>
        <w:behaviors>
          <w:behavior w:val="content"/>
        </w:behaviors>
        <w:guid w:val="{B2EB9B5A-ADD6-48F0-9B88-8170BBE1949A}"/>
      </w:docPartPr>
      <w:docPartBody>
        <w:p w:rsidR="00321460" w:rsidRDefault="00A34749" w:rsidP="00A34749">
          <w:pPr>
            <w:pStyle w:val="E192290A2525407B8235A66A57057BEE24"/>
          </w:pPr>
          <w:r w:rsidRPr="00B74F8D">
            <w:rPr>
              <w:rStyle w:val="PlaceholderText"/>
              <w:rFonts w:ascii="Calibri" w:hAnsi="Calibri" w:cs="Calibri"/>
            </w:rPr>
            <w:t>Click or tap here to enter text</w:t>
          </w:r>
        </w:p>
      </w:docPartBody>
    </w:docPart>
    <w:docPart>
      <w:docPartPr>
        <w:name w:val="1922C3EFDC87475C8A9493FBD7F5ACF4"/>
        <w:category>
          <w:name w:val="General"/>
          <w:gallery w:val="placeholder"/>
        </w:category>
        <w:types>
          <w:type w:val="bbPlcHdr"/>
        </w:types>
        <w:behaviors>
          <w:behavior w:val="content"/>
        </w:behaviors>
        <w:guid w:val="{9A8D0968-8581-4B4D-BB26-26580BBC3B3B}"/>
      </w:docPartPr>
      <w:docPartBody>
        <w:p w:rsidR="00321460" w:rsidRDefault="00A34749" w:rsidP="00A34749">
          <w:pPr>
            <w:pStyle w:val="1922C3EFDC87475C8A9493FBD7F5ACF424"/>
          </w:pPr>
          <w:r w:rsidRPr="00B74F8D">
            <w:rPr>
              <w:rStyle w:val="PlaceholderText"/>
              <w:rFonts w:ascii="Calibri" w:hAnsi="Calibri" w:cs="Calibri"/>
            </w:rPr>
            <w:t>Click or tap here to enter text</w:t>
          </w:r>
        </w:p>
      </w:docPartBody>
    </w:docPart>
    <w:docPart>
      <w:docPartPr>
        <w:name w:val="0D88842AA80549E19900B544058B4D81"/>
        <w:category>
          <w:name w:val="General"/>
          <w:gallery w:val="placeholder"/>
        </w:category>
        <w:types>
          <w:type w:val="bbPlcHdr"/>
        </w:types>
        <w:behaviors>
          <w:behavior w:val="content"/>
        </w:behaviors>
        <w:guid w:val="{84125794-BC96-41A2-A667-511F285E532F}"/>
      </w:docPartPr>
      <w:docPartBody>
        <w:p w:rsidR="00497DF4" w:rsidRDefault="00A34749" w:rsidP="00A34749">
          <w:pPr>
            <w:pStyle w:val="0D88842AA80549E19900B544058B4D8119"/>
          </w:pPr>
          <w:r w:rsidRPr="00B74F8D">
            <w:rPr>
              <w:rStyle w:val="PlaceholderText"/>
              <w:rFonts w:ascii="Calibri" w:hAnsi="Calibri" w:cs="Calibri"/>
            </w:rPr>
            <w:t>Click or tap here to enter text</w:t>
          </w:r>
        </w:p>
      </w:docPartBody>
    </w:docPart>
    <w:docPart>
      <w:docPartPr>
        <w:name w:val="02B15D4B50BB4133B51D9A0EB3B3795F"/>
        <w:category>
          <w:name w:val="General"/>
          <w:gallery w:val="placeholder"/>
        </w:category>
        <w:types>
          <w:type w:val="bbPlcHdr"/>
        </w:types>
        <w:behaviors>
          <w:behavior w:val="content"/>
        </w:behaviors>
        <w:guid w:val="{FD90BF14-D279-466C-86FD-03C504FF6A5A}"/>
      </w:docPartPr>
      <w:docPartBody>
        <w:p w:rsidR="005C4AC1" w:rsidRDefault="00A34749" w:rsidP="00A34749">
          <w:pPr>
            <w:pStyle w:val="02B15D4B50BB4133B51D9A0EB3B3795F12"/>
          </w:pPr>
          <w:r w:rsidRPr="00B74F8D">
            <w:rPr>
              <w:rStyle w:val="PlaceholderText"/>
              <w:rFonts w:ascii="Calibri" w:hAnsi="Calibri" w:cs="Calibri"/>
              <w:u w:val="single"/>
            </w:rPr>
            <w:t>Click or tap here to enter text</w:t>
          </w:r>
        </w:p>
      </w:docPartBody>
    </w:docPart>
    <w:docPart>
      <w:docPartPr>
        <w:name w:val="A31D5562E6BC47A4AB27C79AD9E3CB80"/>
        <w:category>
          <w:name w:val="General"/>
          <w:gallery w:val="placeholder"/>
        </w:category>
        <w:types>
          <w:type w:val="bbPlcHdr"/>
        </w:types>
        <w:behaviors>
          <w:behavior w:val="content"/>
        </w:behaviors>
        <w:guid w:val="{AC638C5E-F24C-447C-960F-DFE71FE4F872}"/>
      </w:docPartPr>
      <w:docPartBody>
        <w:p w:rsidR="005C4AC1" w:rsidRDefault="00A34749" w:rsidP="00A34749">
          <w:pPr>
            <w:pStyle w:val="A31D5562E6BC47A4AB27C79AD9E3CB8012"/>
          </w:pPr>
          <w:r w:rsidRPr="00B74F8D">
            <w:rPr>
              <w:rStyle w:val="PlaceholderText"/>
              <w:rFonts w:ascii="Calibri" w:hAnsi="Calibri" w:cs="Calibri"/>
              <w:u w:val="single"/>
            </w:rPr>
            <w:t>Click or tap here to enter text</w:t>
          </w:r>
        </w:p>
      </w:docPartBody>
    </w:docPart>
    <w:docPart>
      <w:docPartPr>
        <w:name w:val="D28F0EB7AF92461EA9AC23F3FE4473E6"/>
        <w:category>
          <w:name w:val="General"/>
          <w:gallery w:val="placeholder"/>
        </w:category>
        <w:types>
          <w:type w:val="bbPlcHdr"/>
        </w:types>
        <w:behaviors>
          <w:behavior w:val="content"/>
        </w:behaviors>
        <w:guid w:val="{229A077F-07D8-4A22-B47F-AFA0ADA5DA77}"/>
      </w:docPartPr>
      <w:docPartBody>
        <w:p w:rsidR="005C4AC1" w:rsidRDefault="00A34749" w:rsidP="00A34749">
          <w:pPr>
            <w:pStyle w:val="D28F0EB7AF92461EA9AC23F3FE4473E611"/>
          </w:pPr>
          <w:r w:rsidRPr="00AA5B25">
            <w:rPr>
              <w:rStyle w:val="PlaceholderText"/>
              <w:rFonts w:ascii="Calibri" w:hAnsi="Calibri" w:cs="Calibri"/>
              <w:u w:val="single"/>
            </w:rPr>
            <w:t>Click or tap to enter a date</w:t>
          </w:r>
        </w:p>
      </w:docPartBody>
    </w:docPart>
    <w:docPart>
      <w:docPartPr>
        <w:name w:val="F673EE81445549869281EF2A83630B34"/>
        <w:category>
          <w:name w:val="General"/>
          <w:gallery w:val="placeholder"/>
        </w:category>
        <w:types>
          <w:type w:val="bbPlcHdr"/>
        </w:types>
        <w:behaviors>
          <w:behavior w:val="content"/>
        </w:behaviors>
        <w:guid w:val="{4877D91E-59CD-4BFB-8559-DB45DAB7A3F5}"/>
      </w:docPartPr>
      <w:docPartBody>
        <w:p w:rsidR="00084E5F" w:rsidRDefault="00A34749" w:rsidP="00A34749">
          <w:pPr>
            <w:pStyle w:val="F673EE81445549869281EF2A83630B343"/>
          </w:pPr>
          <w:r>
            <w:rPr>
              <w:rStyle w:val="PlaceholderText"/>
              <w:rFonts w:ascii="Calibri" w:hAnsi="Calibri" w:cs="Calibri"/>
              <w:u w:val="single"/>
            </w:rPr>
            <w:t>Type signature here</w:t>
          </w:r>
        </w:p>
      </w:docPartBody>
    </w:docPart>
    <w:docPart>
      <w:docPartPr>
        <w:name w:val="FCCDB7AD0284465E9647384C6B179508"/>
        <w:category>
          <w:name w:val="General"/>
          <w:gallery w:val="placeholder"/>
        </w:category>
        <w:types>
          <w:type w:val="bbPlcHdr"/>
        </w:types>
        <w:behaviors>
          <w:behavior w:val="content"/>
        </w:behaviors>
        <w:guid w:val="{09F3E5F7-2682-4064-B43D-44B851A1BA9C}"/>
      </w:docPartPr>
      <w:docPartBody>
        <w:p w:rsidR="00000000" w:rsidRDefault="00A34749" w:rsidP="00A34749">
          <w:pPr>
            <w:pStyle w:val="FCCDB7AD0284465E9647384C6B1795081"/>
          </w:pPr>
          <w:r w:rsidRPr="001F6638">
            <w:rPr>
              <w:rStyle w:val="PlaceholderText"/>
              <w:rFonts w:ascii="Calibri" w:hAnsi="Calibri" w:cs="Calibri"/>
            </w:rPr>
            <w:t>Click or tap here to enter text</w:t>
          </w:r>
        </w:p>
      </w:docPartBody>
    </w:docPart>
    <w:docPart>
      <w:docPartPr>
        <w:name w:val="35CDC78458D24004989B5757E15C93DD"/>
        <w:category>
          <w:name w:val="General"/>
          <w:gallery w:val="placeholder"/>
        </w:category>
        <w:types>
          <w:type w:val="bbPlcHdr"/>
        </w:types>
        <w:behaviors>
          <w:behavior w:val="content"/>
        </w:behaviors>
        <w:guid w:val="{11E96875-EDCC-40C8-9FA9-54ADDC50BE66}"/>
      </w:docPartPr>
      <w:docPartBody>
        <w:p w:rsidR="00000000" w:rsidRDefault="00A34749" w:rsidP="00A34749">
          <w:pPr>
            <w:pStyle w:val="35CDC78458D24004989B5757E15C93DD1"/>
          </w:pPr>
          <w:r w:rsidRPr="001F6638">
            <w:rPr>
              <w:rStyle w:val="PlaceholderText"/>
              <w:rFonts w:ascii="Calibri" w:hAnsi="Calibri" w:cs="Calibr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5E2"/>
    <w:rsid w:val="00084E5F"/>
    <w:rsid w:val="002C5512"/>
    <w:rsid w:val="00321460"/>
    <w:rsid w:val="003A5AED"/>
    <w:rsid w:val="00497DF4"/>
    <w:rsid w:val="00513CA2"/>
    <w:rsid w:val="005C4AC1"/>
    <w:rsid w:val="005C6D72"/>
    <w:rsid w:val="0084249B"/>
    <w:rsid w:val="00A34749"/>
    <w:rsid w:val="00D50E72"/>
    <w:rsid w:val="00EC05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4749"/>
    <w:rPr>
      <w:color w:val="808080"/>
    </w:rPr>
  </w:style>
  <w:style w:type="paragraph" w:customStyle="1" w:styleId="9E21266C6A5B4D87A11860D5D511D74C">
    <w:name w:val="9E21266C6A5B4D87A11860D5D511D74C"/>
    <w:rsid w:val="00EC05E2"/>
  </w:style>
  <w:style w:type="paragraph" w:customStyle="1" w:styleId="B55964C46A8C40A1941533B34E677355">
    <w:name w:val="B55964C46A8C40A1941533B34E677355"/>
    <w:rsid w:val="00EC05E2"/>
  </w:style>
  <w:style w:type="paragraph" w:customStyle="1" w:styleId="E192290A2525407B8235A66A57057BEE">
    <w:name w:val="E192290A2525407B8235A66A57057BEE"/>
    <w:rsid w:val="00EC05E2"/>
  </w:style>
  <w:style w:type="paragraph" w:customStyle="1" w:styleId="1922C3EFDC87475C8A9493FBD7F5ACF4">
    <w:name w:val="1922C3EFDC87475C8A9493FBD7F5ACF4"/>
    <w:rsid w:val="00EC05E2"/>
  </w:style>
  <w:style w:type="paragraph" w:customStyle="1" w:styleId="33FD2DCDB3854E8CBD985CB71F164BEA">
    <w:name w:val="33FD2DCDB3854E8CBD985CB71F164BEA"/>
    <w:rsid w:val="00EC05E2"/>
  </w:style>
  <w:style w:type="paragraph" w:customStyle="1" w:styleId="9513D74F94B547BC94BC9B0C300F7252">
    <w:name w:val="9513D74F94B547BC94BC9B0C300F7252"/>
    <w:rsid w:val="00EC05E2"/>
  </w:style>
  <w:style w:type="paragraph" w:customStyle="1" w:styleId="5400BEA0EDCD41429E40444F607628B0">
    <w:name w:val="5400BEA0EDCD41429E40444F607628B0"/>
    <w:rsid w:val="00EC05E2"/>
  </w:style>
  <w:style w:type="paragraph" w:customStyle="1" w:styleId="DB0EA5D6F055492C94B826D56548089F">
    <w:name w:val="DB0EA5D6F055492C94B826D56548089F"/>
    <w:rsid w:val="00EC05E2"/>
  </w:style>
  <w:style w:type="paragraph" w:customStyle="1" w:styleId="EFB6ADD0F56B4583B79B139413A58BF1">
    <w:name w:val="EFB6ADD0F56B4583B79B139413A58BF1"/>
    <w:rsid w:val="00EC05E2"/>
  </w:style>
  <w:style w:type="paragraph" w:customStyle="1" w:styleId="9C05E475EEE94DDB8196D0E2AAD00CB8">
    <w:name w:val="9C05E475EEE94DDB8196D0E2AAD00CB8"/>
    <w:rsid w:val="00EC05E2"/>
  </w:style>
  <w:style w:type="paragraph" w:customStyle="1" w:styleId="F8DD8A9EBC244C0B921DF34989C3474B">
    <w:name w:val="F8DD8A9EBC244C0B921DF34989C3474B"/>
    <w:rsid w:val="00EC05E2"/>
    <w:pPr>
      <w:spacing w:after="0" w:line="240" w:lineRule="auto"/>
    </w:pPr>
    <w:rPr>
      <w:rFonts w:eastAsiaTheme="minorHAnsi"/>
      <w:sz w:val="24"/>
      <w:szCs w:val="24"/>
      <w:lang w:eastAsia="en-US"/>
    </w:rPr>
  </w:style>
  <w:style w:type="paragraph" w:customStyle="1" w:styleId="9E21266C6A5B4D87A11860D5D511D74C1">
    <w:name w:val="9E21266C6A5B4D87A11860D5D511D74C1"/>
    <w:rsid w:val="00EC05E2"/>
    <w:pPr>
      <w:spacing w:after="0" w:line="240" w:lineRule="auto"/>
    </w:pPr>
    <w:rPr>
      <w:rFonts w:eastAsiaTheme="minorHAnsi"/>
      <w:sz w:val="24"/>
      <w:szCs w:val="24"/>
      <w:lang w:eastAsia="en-US"/>
    </w:rPr>
  </w:style>
  <w:style w:type="paragraph" w:customStyle="1" w:styleId="B55964C46A8C40A1941533B34E6773551">
    <w:name w:val="B55964C46A8C40A1941533B34E6773551"/>
    <w:rsid w:val="00EC05E2"/>
    <w:pPr>
      <w:spacing w:after="0" w:line="240" w:lineRule="auto"/>
    </w:pPr>
    <w:rPr>
      <w:rFonts w:eastAsiaTheme="minorHAnsi"/>
      <w:sz w:val="24"/>
      <w:szCs w:val="24"/>
      <w:lang w:eastAsia="en-US"/>
    </w:rPr>
  </w:style>
  <w:style w:type="paragraph" w:customStyle="1" w:styleId="E192290A2525407B8235A66A57057BEE1">
    <w:name w:val="E192290A2525407B8235A66A57057BEE1"/>
    <w:rsid w:val="00EC05E2"/>
    <w:pPr>
      <w:spacing w:after="0" w:line="240" w:lineRule="auto"/>
    </w:pPr>
    <w:rPr>
      <w:rFonts w:eastAsiaTheme="minorHAnsi"/>
      <w:sz w:val="24"/>
      <w:szCs w:val="24"/>
      <w:lang w:eastAsia="en-US"/>
    </w:rPr>
  </w:style>
  <w:style w:type="paragraph" w:customStyle="1" w:styleId="1922C3EFDC87475C8A9493FBD7F5ACF41">
    <w:name w:val="1922C3EFDC87475C8A9493FBD7F5ACF41"/>
    <w:rsid w:val="00EC05E2"/>
    <w:pPr>
      <w:spacing w:after="0" w:line="240" w:lineRule="auto"/>
    </w:pPr>
    <w:rPr>
      <w:rFonts w:eastAsiaTheme="minorHAnsi"/>
      <w:sz w:val="24"/>
      <w:szCs w:val="24"/>
      <w:lang w:eastAsia="en-US"/>
    </w:rPr>
  </w:style>
  <w:style w:type="paragraph" w:customStyle="1" w:styleId="33FD2DCDB3854E8CBD985CB71F164BEA1">
    <w:name w:val="33FD2DCDB3854E8CBD985CB71F164BEA1"/>
    <w:rsid w:val="00EC05E2"/>
    <w:pPr>
      <w:spacing w:after="0" w:line="240" w:lineRule="auto"/>
    </w:pPr>
    <w:rPr>
      <w:rFonts w:eastAsiaTheme="minorHAnsi"/>
      <w:sz w:val="24"/>
      <w:szCs w:val="24"/>
      <w:lang w:eastAsia="en-US"/>
    </w:rPr>
  </w:style>
  <w:style w:type="paragraph" w:customStyle="1" w:styleId="9513D74F94B547BC94BC9B0C300F72521">
    <w:name w:val="9513D74F94B547BC94BC9B0C300F72521"/>
    <w:rsid w:val="00EC05E2"/>
    <w:pPr>
      <w:spacing w:after="0" w:line="240" w:lineRule="auto"/>
    </w:pPr>
    <w:rPr>
      <w:rFonts w:eastAsiaTheme="minorHAnsi"/>
      <w:sz w:val="24"/>
      <w:szCs w:val="24"/>
      <w:lang w:eastAsia="en-US"/>
    </w:rPr>
  </w:style>
  <w:style w:type="paragraph" w:customStyle="1" w:styleId="DB0EA5D6F055492C94B826D56548089F1">
    <w:name w:val="DB0EA5D6F055492C94B826D56548089F1"/>
    <w:rsid w:val="00EC05E2"/>
    <w:pPr>
      <w:spacing w:after="0" w:line="240" w:lineRule="auto"/>
    </w:pPr>
    <w:rPr>
      <w:rFonts w:eastAsiaTheme="minorHAnsi"/>
      <w:sz w:val="24"/>
      <w:szCs w:val="24"/>
      <w:lang w:eastAsia="en-US"/>
    </w:rPr>
  </w:style>
  <w:style w:type="paragraph" w:customStyle="1" w:styleId="EFB6ADD0F56B4583B79B139413A58BF11">
    <w:name w:val="EFB6ADD0F56B4583B79B139413A58BF11"/>
    <w:rsid w:val="00EC05E2"/>
    <w:pPr>
      <w:spacing w:after="0" w:line="240" w:lineRule="auto"/>
    </w:pPr>
    <w:rPr>
      <w:rFonts w:eastAsiaTheme="minorHAnsi"/>
      <w:sz w:val="24"/>
      <w:szCs w:val="24"/>
      <w:lang w:eastAsia="en-US"/>
    </w:rPr>
  </w:style>
  <w:style w:type="paragraph" w:customStyle="1" w:styleId="A4684343A69D4AD18959BA756A371EEA">
    <w:name w:val="A4684343A69D4AD18959BA756A371EEA"/>
    <w:rsid w:val="00EC05E2"/>
    <w:pPr>
      <w:spacing w:after="0" w:line="240" w:lineRule="auto"/>
    </w:pPr>
    <w:rPr>
      <w:rFonts w:eastAsiaTheme="minorHAnsi"/>
      <w:sz w:val="24"/>
      <w:szCs w:val="24"/>
      <w:lang w:eastAsia="en-US"/>
    </w:rPr>
  </w:style>
  <w:style w:type="paragraph" w:customStyle="1" w:styleId="F8DD8A9EBC244C0B921DF34989C3474B1">
    <w:name w:val="F8DD8A9EBC244C0B921DF34989C3474B1"/>
    <w:rsid w:val="00EC05E2"/>
    <w:pPr>
      <w:spacing w:after="0" w:line="240" w:lineRule="auto"/>
    </w:pPr>
    <w:rPr>
      <w:rFonts w:eastAsiaTheme="minorHAnsi"/>
      <w:sz w:val="24"/>
      <w:szCs w:val="24"/>
      <w:lang w:eastAsia="en-US"/>
    </w:rPr>
  </w:style>
  <w:style w:type="paragraph" w:customStyle="1" w:styleId="9E21266C6A5B4D87A11860D5D511D74C2">
    <w:name w:val="9E21266C6A5B4D87A11860D5D511D74C2"/>
    <w:rsid w:val="00EC05E2"/>
    <w:pPr>
      <w:spacing w:after="0" w:line="240" w:lineRule="auto"/>
    </w:pPr>
    <w:rPr>
      <w:rFonts w:eastAsiaTheme="minorHAnsi"/>
      <w:sz w:val="24"/>
      <w:szCs w:val="24"/>
      <w:lang w:eastAsia="en-US"/>
    </w:rPr>
  </w:style>
  <w:style w:type="paragraph" w:customStyle="1" w:styleId="B55964C46A8C40A1941533B34E6773552">
    <w:name w:val="B55964C46A8C40A1941533B34E6773552"/>
    <w:rsid w:val="00EC05E2"/>
    <w:pPr>
      <w:spacing w:after="0" w:line="240" w:lineRule="auto"/>
    </w:pPr>
    <w:rPr>
      <w:rFonts w:eastAsiaTheme="minorHAnsi"/>
      <w:sz w:val="24"/>
      <w:szCs w:val="24"/>
      <w:lang w:eastAsia="en-US"/>
    </w:rPr>
  </w:style>
  <w:style w:type="paragraph" w:customStyle="1" w:styleId="E192290A2525407B8235A66A57057BEE2">
    <w:name w:val="E192290A2525407B8235A66A57057BEE2"/>
    <w:rsid w:val="00EC05E2"/>
    <w:pPr>
      <w:spacing w:after="0" w:line="240" w:lineRule="auto"/>
    </w:pPr>
    <w:rPr>
      <w:rFonts w:eastAsiaTheme="minorHAnsi"/>
      <w:sz w:val="24"/>
      <w:szCs w:val="24"/>
      <w:lang w:eastAsia="en-US"/>
    </w:rPr>
  </w:style>
  <w:style w:type="paragraph" w:customStyle="1" w:styleId="1922C3EFDC87475C8A9493FBD7F5ACF42">
    <w:name w:val="1922C3EFDC87475C8A9493FBD7F5ACF42"/>
    <w:rsid w:val="00EC05E2"/>
    <w:pPr>
      <w:spacing w:after="0" w:line="240" w:lineRule="auto"/>
    </w:pPr>
    <w:rPr>
      <w:rFonts w:eastAsiaTheme="minorHAnsi"/>
      <w:sz w:val="24"/>
      <w:szCs w:val="24"/>
      <w:lang w:eastAsia="en-US"/>
    </w:rPr>
  </w:style>
  <w:style w:type="paragraph" w:customStyle="1" w:styleId="33FD2DCDB3854E8CBD985CB71F164BEA2">
    <w:name w:val="33FD2DCDB3854E8CBD985CB71F164BEA2"/>
    <w:rsid w:val="00EC05E2"/>
    <w:pPr>
      <w:spacing w:after="0" w:line="240" w:lineRule="auto"/>
    </w:pPr>
    <w:rPr>
      <w:rFonts w:eastAsiaTheme="minorHAnsi"/>
      <w:sz w:val="24"/>
      <w:szCs w:val="24"/>
      <w:lang w:eastAsia="en-US"/>
    </w:rPr>
  </w:style>
  <w:style w:type="paragraph" w:customStyle="1" w:styleId="9513D74F94B547BC94BC9B0C300F72522">
    <w:name w:val="9513D74F94B547BC94BC9B0C300F72522"/>
    <w:rsid w:val="00EC05E2"/>
    <w:pPr>
      <w:spacing w:after="0" w:line="240" w:lineRule="auto"/>
    </w:pPr>
    <w:rPr>
      <w:rFonts w:eastAsiaTheme="minorHAnsi"/>
      <w:sz w:val="24"/>
      <w:szCs w:val="24"/>
      <w:lang w:eastAsia="en-US"/>
    </w:rPr>
  </w:style>
  <w:style w:type="paragraph" w:customStyle="1" w:styleId="DB0EA5D6F055492C94B826D56548089F2">
    <w:name w:val="DB0EA5D6F055492C94B826D56548089F2"/>
    <w:rsid w:val="00EC05E2"/>
    <w:pPr>
      <w:spacing w:after="0" w:line="240" w:lineRule="auto"/>
    </w:pPr>
    <w:rPr>
      <w:rFonts w:eastAsiaTheme="minorHAnsi"/>
      <w:sz w:val="24"/>
      <w:szCs w:val="24"/>
      <w:lang w:eastAsia="en-US"/>
    </w:rPr>
  </w:style>
  <w:style w:type="paragraph" w:customStyle="1" w:styleId="EFB6ADD0F56B4583B79B139413A58BF12">
    <w:name w:val="EFB6ADD0F56B4583B79B139413A58BF12"/>
    <w:rsid w:val="00EC05E2"/>
    <w:pPr>
      <w:spacing w:after="0" w:line="240" w:lineRule="auto"/>
    </w:pPr>
    <w:rPr>
      <w:rFonts w:eastAsiaTheme="minorHAnsi"/>
      <w:sz w:val="24"/>
      <w:szCs w:val="24"/>
      <w:lang w:eastAsia="en-US"/>
    </w:rPr>
  </w:style>
  <w:style w:type="paragraph" w:customStyle="1" w:styleId="652F8AF5A4694D1395A776E812AD526E">
    <w:name w:val="652F8AF5A4694D1395A776E812AD526E"/>
    <w:rsid w:val="00EC05E2"/>
    <w:pPr>
      <w:spacing w:after="0" w:line="240" w:lineRule="auto"/>
    </w:pPr>
    <w:rPr>
      <w:rFonts w:eastAsiaTheme="minorHAnsi"/>
      <w:sz w:val="24"/>
      <w:szCs w:val="24"/>
      <w:lang w:eastAsia="en-US"/>
    </w:rPr>
  </w:style>
  <w:style w:type="paragraph" w:customStyle="1" w:styleId="F8DD8A9EBC244C0B921DF34989C3474B2">
    <w:name w:val="F8DD8A9EBC244C0B921DF34989C3474B2"/>
    <w:rsid w:val="00EC05E2"/>
    <w:pPr>
      <w:spacing w:after="0" w:line="240" w:lineRule="auto"/>
    </w:pPr>
    <w:rPr>
      <w:rFonts w:eastAsiaTheme="minorHAnsi"/>
      <w:sz w:val="24"/>
      <w:szCs w:val="24"/>
      <w:lang w:eastAsia="en-US"/>
    </w:rPr>
  </w:style>
  <w:style w:type="paragraph" w:customStyle="1" w:styleId="9E21266C6A5B4D87A11860D5D511D74C3">
    <w:name w:val="9E21266C6A5B4D87A11860D5D511D74C3"/>
    <w:rsid w:val="00EC05E2"/>
    <w:pPr>
      <w:spacing w:after="0" w:line="240" w:lineRule="auto"/>
    </w:pPr>
    <w:rPr>
      <w:rFonts w:eastAsiaTheme="minorHAnsi"/>
      <w:sz w:val="24"/>
      <w:szCs w:val="24"/>
      <w:lang w:eastAsia="en-US"/>
    </w:rPr>
  </w:style>
  <w:style w:type="paragraph" w:customStyle="1" w:styleId="B55964C46A8C40A1941533B34E6773553">
    <w:name w:val="B55964C46A8C40A1941533B34E6773553"/>
    <w:rsid w:val="00EC05E2"/>
    <w:pPr>
      <w:spacing w:after="0" w:line="240" w:lineRule="auto"/>
    </w:pPr>
    <w:rPr>
      <w:rFonts w:eastAsiaTheme="minorHAnsi"/>
      <w:sz w:val="24"/>
      <w:szCs w:val="24"/>
      <w:lang w:eastAsia="en-US"/>
    </w:rPr>
  </w:style>
  <w:style w:type="paragraph" w:customStyle="1" w:styleId="E192290A2525407B8235A66A57057BEE3">
    <w:name w:val="E192290A2525407B8235A66A57057BEE3"/>
    <w:rsid w:val="00EC05E2"/>
    <w:pPr>
      <w:spacing w:after="0" w:line="240" w:lineRule="auto"/>
    </w:pPr>
    <w:rPr>
      <w:rFonts w:eastAsiaTheme="minorHAnsi"/>
      <w:sz w:val="24"/>
      <w:szCs w:val="24"/>
      <w:lang w:eastAsia="en-US"/>
    </w:rPr>
  </w:style>
  <w:style w:type="paragraph" w:customStyle="1" w:styleId="1922C3EFDC87475C8A9493FBD7F5ACF43">
    <w:name w:val="1922C3EFDC87475C8A9493FBD7F5ACF43"/>
    <w:rsid w:val="00EC05E2"/>
    <w:pPr>
      <w:spacing w:after="0" w:line="240" w:lineRule="auto"/>
    </w:pPr>
    <w:rPr>
      <w:rFonts w:eastAsiaTheme="minorHAnsi"/>
      <w:sz w:val="24"/>
      <w:szCs w:val="24"/>
      <w:lang w:eastAsia="en-US"/>
    </w:rPr>
  </w:style>
  <w:style w:type="paragraph" w:customStyle="1" w:styleId="33FD2DCDB3854E8CBD985CB71F164BEA3">
    <w:name w:val="33FD2DCDB3854E8CBD985CB71F164BEA3"/>
    <w:rsid w:val="00EC05E2"/>
    <w:pPr>
      <w:spacing w:after="0" w:line="240" w:lineRule="auto"/>
    </w:pPr>
    <w:rPr>
      <w:rFonts w:eastAsiaTheme="minorHAnsi"/>
      <w:sz w:val="24"/>
      <w:szCs w:val="24"/>
      <w:lang w:eastAsia="en-US"/>
    </w:rPr>
  </w:style>
  <w:style w:type="paragraph" w:customStyle="1" w:styleId="9513D74F94B547BC94BC9B0C300F72523">
    <w:name w:val="9513D74F94B547BC94BC9B0C300F72523"/>
    <w:rsid w:val="00EC05E2"/>
    <w:pPr>
      <w:spacing w:after="0" w:line="240" w:lineRule="auto"/>
    </w:pPr>
    <w:rPr>
      <w:rFonts w:eastAsiaTheme="minorHAnsi"/>
      <w:sz w:val="24"/>
      <w:szCs w:val="24"/>
      <w:lang w:eastAsia="en-US"/>
    </w:rPr>
  </w:style>
  <w:style w:type="paragraph" w:customStyle="1" w:styleId="DB0EA5D6F055492C94B826D56548089F3">
    <w:name w:val="DB0EA5D6F055492C94B826D56548089F3"/>
    <w:rsid w:val="00EC05E2"/>
    <w:pPr>
      <w:spacing w:after="0" w:line="240" w:lineRule="auto"/>
    </w:pPr>
    <w:rPr>
      <w:rFonts w:eastAsiaTheme="minorHAnsi"/>
      <w:sz w:val="24"/>
      <w:szCs w:val="24"/>
      <w:lang w:eastAsia="en-US"/>
    </w:rPr>
  </w:style>
  <w:style w:type="paragraph" w:customStyle="1" w:styleId="EFB6ADD0F56B4583B79B139413A58BF13">
    <w:name w:val="EFB6ADD0F56B4583B79B139413A58BF13"/>
    <w:rsid w:val="00EC05E2"/>
    <w:pPr>
      <w:spacing w:after="0" w:line="240" w:lineRule="auto"/>
    </w:pPr>
    <w:rPr>
      <w:rFonts w:eastAsiaTheme="minorHAnsi"/>
      <w:sz w:val="24"/>
      <w:szCs w:val="24"/>
      <w:lang w:eastAsia="en-US"/>
    </w:rPr>
  </w:style>
  <w:style w:type="paragraph" w:customStyle="1" w:styleId="652F8AF5A4694D1395A776E812AD526E1">
    <w:name w:val="652F8AF5A4694D1395A776E812AD526E1"/>
    <w:rsid w:val="00EC05E2"/>
    <w:pPr>
      <w:spacing w:after="0" w:line="240" w:lineRule="auto"/>
    </w:pPr>
    <w:rPr>
      <w:rFonts w:eastAsiaTheme="minorHAnsi"/>
      <w:sz w:val="24"/>
      <w:szCs w:val="24"/>
      <w:lang w:eastAsia="en-US"/>
    </w:rPr>
  </w:style>
  <w:style w:type="paragraph" w:customStyle="1" w:styleId="F8DD8A9EBC244C0B921DF34989C3474B3">
    <w:name w:val="F8DD8A9EBC244C0B921DF34989C3474B3"/>
    <w:rsid w:val="00EC05E2"/>
    <w:pPr>
      <w:spacing w:after="0" w:line="240" w:lineRule="auto"/>
    </w:pPr>
    <w:rPr>
      <w:rFonts w:eastAsiaTheme="minorHAnsi"/>
      <w:sz w:val="24"/>
      <w:szCs w:val="24"/>
      <w:lang w:eastAsia="en-US"/>
    </w:rPr>
  </w:style>
  <w:style w:type="paragraph" w:customStyle="1" w:styleId="9E21266C6A5B4D87A11860D5D511D74C4">
    <w:name w:val="9E21266C6A5B4D87A11860D5D511D74C4"/>
    <w:rsid w:val="00EC05E2"/>
    <w:pPr>
      <w:spacing w:after="0" w:line="240" w:lineRule="auto"/>
    </w:pPr>
    <w:rPr>
      <w:rFonts w:eastAsiaTheme="minorHAnsi"/>
      <w:sz w:val="24"/>
      <w:szCs w:val="24"/>
      <w:lang w:eastAsia="en-US"/>
    </w:rPr>
  </w:style>
  <w:style w:type="paragraph" w:customStyle="1" w:styleId="B55964C46A8C40A1941533B34E6773554">
    <w:name w:val="B55964C46A8C40A1941533B34E6773554"/>
    <w:rsid w:val="00EC05E2"/>
    <w:pPr>
      <w:spacing w:after="0" w:line="240" w:lineRule="auto"/>
    </w:pPr>
    <w:rPr>
      <w:rFonts w:eastAsiaTheme="minorHAnsi"/>
      <w:sz w:val="24"/>
      <w:szCs w:val="24"/>
      <w:lang w:eastAsia="en-US"/>
    </w:rPr>
  </w:style>
  <w:style w:type="paragraph" w:customStyle="1" w:styleId="E192290A2525407B8235A66A57057BEE4">
    <w:name w:val="E192290A2525407B8235A66A57057BEE4"/>
    <w:rsid w:val="00EC05E2"/>
    <w:pPr>
      <w:spacing w:after="0" w:line="240" w:lineRule="auto"/>
    </w:pPr>
    <w:rPr>
      <w:rFonts w:eastAsiaTheme="minorHAnsi"/>
      <w:sz w:val="24"/>
      <w:szCs w:val="24"/>
      <w:lang w:eastAsia="en-US"/>
    </w:rPr>
  </w:style>
  <w:style w:type="paragraph" w:customStyle="1" w:styleId="1922C3EFDC87475C8A9493FBD7F5ACF44">
    <w:name w:val="1922C3EFDC87475C8A9493FBD7F5ACF44"/>
    <w:rsid w:val="00EC05E2"/>
    <w:pPr>
      <w:spacing w:after="0" w:line="240" w:lineRule="auto"/>
    </w:pPr>
    <w:rPr>
      <w:rFonts w:eastAsiaTheme="minorHAnsi"/>
      <w:sz w:val="24"/>
      <w:szCs w:val="24"/>
      <w:lang w:eastAsia="en-US"/>
    </w:rPr>
  </w:style>
  <w:style w:type="paragraph" w:customStyle="1" w:styleId="33FD2DCDB3854E8CBD985CB71F164BEA4">
    <w:name w:val="33FD2DCDB3854E8CBD985CB71F164BEA4"/>
    <w:rsid w:val="00EC05E2"/>
    <w:pPr>
      <w:spacing w:after="0" w:line="240" w:lineRule="auto"/>
    </w:pPr>
    <w:rPr>
      <w:rFonts w:eastAsiaTheme="minorHAnsi"/>
      <w:sz w:val="24"/>
      <w:szCs w:val="24"/>
      <w:lang w:eastAsia="en-US"/>
    </w:rPr>
  </w:style>
  <w:style w:type="paragraph" w:customStyle="1" w:styleId="9513D74F94B547BC94BC9B0C300F72524">
    <w:name w:val="9513D74F94B547BC94BC9B0C300F72524"/>
    <w:rsid w:val="00EC05E2"/>
    <w:pPr>
      <w:spacing w:after="0" w:line="240" w:lineRule="auto"/>
    </w:pPr>
    <w:rPr>
      <w:rFonts w:eastAsiaTheme="minorHAnsi"/>
      <w:sz w:val="24"/>
      <w:szCs w:val="24"/>
      <w:lang w:eastAsia="en-US"/>
    </w:rPr>
  </w:style>
  <w:style w:type="paragraph" w:customStyle="1" w:styleId="DB0EA5D6F055492C94B826D56548089F4">
    <w:name w:val="DB0EA5D6F055492C94B826D56548089F4"/>
    <w:rsid w:val="00EC05E2"/>
    <w:pPr>
      <w:spacing w:after="0" w:line="240" w:lineRule="auto"/>
    </w:pPr>
    <w:rPr>
      <w:rFonts w:eastAsiaTheme="minorHAnsi"/>
      <w:sz w:val="24"/>
      <w:szCs w:val="24"/>
      <w:lang w:eastAsia="en-US"/>
    </w:rPr>
  </w:style>
  <w:style w:type="paragraph" w:customStyle="1" w:styleId="EFB6ADD0F56B4583B79B139413A58BF14">
    <w:name w:val="EFB6ADD0F56B4583B79B139413A58BF14"/>
    <w:rsid w:val="00EC05E2"/>
    <w:pPr>
      <w:spacing w:after="0" w:line="240" w:lineRule="auto"/>
    </w:pPr>
    <w:rPr>
      <w:rFonts w:eastAsiaTheme="minorHAnsi"/>
      <w:sz w:val="24"/>
      <w:szCs w:val="24"/>
      <w:lang w:eastAsia="en-US"/>
    </w:rPr>
  </w:style>
  <w:style w:type="paragraph" w:customStyle="1" w:styleId="652F8AF5A4694D1395A776E812AD526E2">
    <w:name w:val="652F8AF5A4694D1395A776E812AD526E2"/>
    <w:rsid w:val="00EC05E2"/>
    <w:pPr>
      <w:spacing w:after="0" w:line="240" w:lineRule="auto"/>
    </w:pPr>
    <w:rPr>
      <w:rFonts w:eastAsiaTheme="minorHAnsi"/>
      <w:sz w:val="24"/>
      <w:szCs w:val="24"/>
      <w:lang w:eastAsia="en-US"/>
    </w:rPr>
  </w:style>
  <w:style w:type="paragraph" w:customStyle="1" w:styleId="0D88842AA80549E19900B544058B4D81">
    <w:name w:val="0D88842AA80549E19900B544058B4D81"/>
    <w:rsid w:val="00321460"/>
    <w:pPr>
      <w:spacing w:after="0" w:line="240" w:lineRule="auto"/>
    </w:pPr>
    <w:rPr>
      <w:rFonts w:eastAsiaTheme="minorHAnsi"/>
      <w:sz w:val="24"/>
      <w:szCs w:val="24"/>
      <w:lang w:eastAsia="en-US"/>
    </w:rPr>
  </w:style>
  <w:style w:type="paragraph" w:customStyle="1" w:styleId="9E21266C6A5B4D87A11860D5D511D74C5">
    <w:name w:val="9E21266C6A5B4D87A11860D5D511D74C5"/>
    <w:rsid w:val="00321460"/>
    <w:pPr>
      <w:spacing w:after="0" w:line="240" w:lineRule="auto"/>
    </w:pPr>
    <w:rPr>
      <w:rFonts w:eastAsiaTheme="minorHAnsi"/>
      <w:sz w:val="24"/>
      <w:szCs w:val="24"/>
      <w:lang w:eastAsia="en-US"/>
    </w:rPr>
  </w:style>
  <w:style w:type="paragraph" w:customStyle="1" w:styleId="B55964C46A8C40A1941533B34E6773555">
    <w:name w:val="B55964C46A8C40A1941533B34E6773555"/>
    <w:rsid w:val="00321460"/>
    <w:pPr>
      <w:spacing w:after="0" w:line="240" w:lineRule="auto"/>
    </w:pPr>
    <w:rPr>
      <w:rFonts w:eastAsiaTheme="minorHAnsi"/>
      <w:sz w:val="24"/>
      <w:szCs w:val="24"/>
      <w:lang w:eastAsia="en-US"/>
    </w:rPr>
  </w:style>
  <w:style w:type="paragraph" w:customStyle="1" w:styleId="E192290A2525407B8235A66A57057BEE5">
    <w:name w:val="E192290A2525407B8235A66A57057BEE5"/>
    <w:rsid w:val="00321460"/>
    <w:pPr>
      <w:spacing w:after="0" w:line="240" w:lineRule="auto"/>
    </w:pPr>
    <w:rPr>
      <w:rFonts w:eastAsiaTheme="minorHAnsi"/>
      <w:sz w:val="24"/>
      <w:szCs w:val="24"/>
      <w:lang w:eastAsia="en-US"/>
    </w:rPr>
  </w:style>
  <w:style w:type="paragraph" w:customStyle="1" w:styleId="1922C3EFDC87475C8A9493FBD7F5ACF45">
    <w:name w:val="1922C3EFDC87475C8A9493FBD7F5ACF45"/>
    <w:rsid w:val="00321460"/>
    <w:pPr>
      <w:spacing w:after="0" w:line="240" w:lineRule="auto"/>
    </w:pPr>
    <w:rPr>
      <w:rFonts w:eastAsiaTheme="minorHAnsi"/>
      <w:sz w:val="24"/>
      <w:szCs w:val="24"/>
      <w:lang w:eastAsia="en-US"/>
    </w:rPr>
  </w:style>
  <w:style w:type="paragraph" w:customStyle="1" w:styleId="33FD2DCDB3854E8CBD985CB71F164BEA5">
    <w:name w:val="33FD2DCDB3854E8CBD985CB71F164BEA5"/>
    <w:rsid w:val="00321460"/>
    <w:pPr>
      <w:spacing w:after="0" w:line="240" w:lineRule="auto"/>
    </w:pPr>
    <w:rPr>
      <w:rFonts w:eastAsiaTheme="minorHAnsi"/>
      <w:sz w:val="24"/>
      <w:szCs w:val="24"/>
      <w:lang w:eastAsia="en-US"/>
    </w:rPr>
  </w:style>
  <w:style w:type="paragraph" w:customStyle="1" w:styleId="9513D74F94B547BC94BC9B0C300F72525">
    <w:name w:val="9513D74F94B547BC94BC9B0C300F72525"/>
    <w:rsid w:val="00321460"/>
    <w:pPr>
      <w:spacing w:after="0" w:line="240" w:lineRule="auto"/>
    </w:pPr>
    <w:rPr>
      <w:rFonts w:eastAsiaTheme="minorHAnsi"/>
      <w:sz w:val="24"/>
      <w:szCs w:val="24"/>
      <w:lang w:eastAsia="en-US"/>
    </w:rPr>
  </w:style>
  <w:style w:type="paragraph" w:customStyle="1" w:styleId="DB0EA5D6F055492C94B826D56548089F5">
    <w:name w:val="DB0EA5D6F055492C94B826D56548089F5"/>
    <w:rsid w:val="00321460"/>
    <w:pPr>
      <w:spacing w:after="0" w:line="240" w:lineRule="auto"/>
    </w:pPr>
    <w:rPr>
      <w:rFonts w:eastAsiaTheme="minorHAnsi"/>
      <w:sz w:val="24"/>
      <w:szCs w:val="24"/>
      <w:lang w:eastAsia="en-US"/>
    </w:rPr>
  </w:style>
  <w:style w:type="paragraph" w:customStyle="1" w:styleId="EFB6ADD0F56B4583B79B139413A58BF15">
    <w:name w:val="EFB6ADD0F56B4583B79B139413A58BF15"/>
    <w:rsid w:val="00321460"/>
    <w:pPr>
      <w:spacing w:after="0" w:line="240" w:lineRule="auto"/>
    </w:pPr>
    <w:rPr>
      <w:rFonts w:eastAsiaTheme="minorHAnsi"/>
      <w:sz w:val="24"/>
      <w:szCs w:val="24"/>
      <w:lang w:eastAsia="en-US"/>
    </w:rPr>
  </w:style>
  <w:style w:type="paragraph" w:customStyle="1" w:styleId="652F8AF5A4694D1395A776E812AD526E3">
    <w:name w:val="652F8AF5A4694D1395A776E812AD526E3"/>
    <w:rsid w:val="00321460"/>
    <w:pPr>
      <w:spacing w:after="0" w:line="240" w:lineRule="auto"/>
    </w:pPr>
    <w:rPr>
      <w:rFonts w:eastAsiaTheme="minorHAnsi"/>
      <w:sz w:val="24"/>
      <w:szCs w:val="24"/>
      <w:lang w:eastAsia="en-US"/>
    </w:rPr>
  </w:style>
  <w:style w:type="paragraph" w:customStyle="1" w:styleId="0D88842AA80549E19900B544058B4D811">
    <w:name w:val="0D88842AA80549E19900B544058B4D811"/>
    <w:rsid w:val="00321460"/>
    <w:pPr>
      <w:spacing w:after="0" w:line="240" w:lineRule="auto"/>
    </w:pPr>
    <w:rPr>
      <w:rFonts w:eastAsiaTheme="minorHAnsi"/>
      <w:sz w:val="24"/>
      <w:szCs w:val="24"/>
      <w:lang w:eastAsia="en-US"/>
    </w:rPr>
  </w:style>
  <w:style w:type="paragraph" w:customStyle="1" w:styleId="9E21266C6A5B4D87A11860D5D511D74C6">
    <w:name w:val="9E21266C6A5B4D87A11860D5D511D74C6"/>
    <w:rsid w:val="00321460"/>
    <w:pPr>
      <w:spacing w:after="0" w:line="240" w:lineRule="auto"/>
    </w:pPr>
    <w:rPr>
      <w:rFonts w:eastAsiaTheme="minorHAnsi"/>
      <w:sz w:val="24"/>
      <w:szCs w:val="24"/>
      <w:lang w:eastAsia="en-US"/>
    </w:rPr>
  </w:style>
  <w:style w:type="paragraph" w:customStyle="1" w:styleId="B55964C46A8C40A1941533B34E6773556">
    <w:name w:val="B55964C46A8C40A1941533B34E6773556"/>
    <w:rsid w:val="00321460"/>
    <w:pPr>
      <w:spacing w:after="0" w:line="240" w:lineRule="auto"/>
    </w:pPr>
    <w:rPr>
      <w:rFonts w:eastAsiaTheme="minorHAnsi"/>
      <w:sz w:val="24"/>
      <w:szCs w:val="24"/>
      <w:lang w:eastAsia="en-US"/>
    </w:rPr>
  </w:style>
  <w:style w:type="paragraph" w:customStyle="1" w:styleId="E192290A2525407B8235A66A57057BEE6">
    <w:name w:val="E192290A2525407B8235A66A57057BEE6"/>
    <w:rsid w:val="00321460"/>
    <w:pPr>
      <w:spacing w:after="0" w:line="240" w:lineRule="auto"/>
    </w:pPr>
    <w:rPr>
      <w:rFonts w:eastAsiaTheme="minorHAnsi"/>
      <w:sz w:val="24"/>
      <w:szCs w:val="24"/>
      <w:lang w:eastAsia="en-US"/>
    </w:rPr>
  </w:style>
  <w:style w:type="paragraph" w:customStyle="1" w:styleId="1922C3EFDC87475C8A9493FBD7F5ACF46">
    <w:name w:val="1922C3EFDC87475C8A9493FBD7F5ACF46"/>
    <w:rsid w:val="00321460"/>
    <w:pPr>
      <w:spacing w:after="0" w:line="240" w:lineRule="auto"/>
    </w:pPr>
    <w:rPr>
      <w:rFonts w:eastAsiaTheme="minorHAnsi"/>
      <w:sz w:val="24"/>
      <w:szCs w:val="24"/>
      <w:lang w:eastAsia="en-US"/>
    </w:rPr>
  </w:style>
  <w:style w:type="paragraph" w:customStyle="1" w:styleId="33FD2DCDB3854E8CBD985CB71F164BEA6">
    <w:name w:val="33FD2DCDB3854E8CBD985CB71F164BEA6"/>
    <w:rsid w:val="00321460"/>
    <w:pPr>
      <w:spacing w:after="0" w:line="240" w:lineRule="auto"/>
    </w:pPr>
    <w:rPr>
      <w:rFonts w:eastAsiaTheme="minorHAnsi"/>
      <w:sz w:val="24"/>
      <w:szCs w:val="24"/>
      <w:lang w:eastAsia="en-US"/>
    </w:rPr>
  </w:style>
  <w:style w:type="paragraph" w:customStyle="1" w:styleId="9513D74F94B547BC94BC9B0C300F72526">
    <w:name w:val="9513D74F94B547BC94BC9B0C300F72526"/>
    <w:rsid w:val="00321460"/>
    <w:pPr>
      <w:spacing w:after="0" w:line="240" w:lineRule="auto"/>
    </w:pPr>
    <w:rPr>
      <w:rFonts w:eastAsiaTheme="minorHAnsi"/>
      <w:sz w:val="24"/>
      <w:szCs w:val="24"/>
      <w:lang w:eastAsia="en-US"/>
    </w:rPr>
  </w:style>
  <w:style w:type="paragraph" w:customStyle="1" w:styleId="DB0EA5D6F055492C94B826D56548089F6">
    <w:name w:val="DB0EA5D6F055492C94B826D56548089F6"/>
    <w:rsid w:val="00321460"/>
    <w:pPr>
      <w:spacing w:after="0" w:line="240" w:lineRule="auto"/>
    </w:pPr>
    <w:rPr>
      <w:rFonts w:eastAsiaTheme="minorHAnsi"/>
      <w:sz w:val="24"/>
      <w:szCs w:val="24"/>
      <w:lang w:eastAsia="en-US"/>
    </w:rPr>
  </w:style>
  <w:style w:type="paragraph" w:customStyle="1" w:styleId="EFB6ADD0F56B4583B79B139413A58BF16">
    <w:name w:val="EFB6ADD0F56B4583B79B139413A58BF16"/>
    <w:rsid w:val="00321460"/>
    <w:pPr>
      <w:spacing w:after="0" w:line="240" w:lineRule="auto"/>
    </w:pPr>
    <w:rPr>
      <w:rFonts w:eastAsiaTheme="minorHAnsi"/>
      <w:sz w:val="24"/>
      <w:szCs w:val="24"/>
      <w:lang w:eastAsia="en-US"/>
    </w:rPr>
  </w:style>
  <w:style w:type="paragraph" w:customStyle="1" w:styleId="652F8AF5A4694D1395A776E812AD526E4">
    <w:name w:val="652F8AF5A4694D1395A776E812AD526E4"/>
    <w:rsid w:val="00321460"/>
    <w:pPr>
      <w:spacing w:after="0" w:line="240" w:lineRule="auto"/>
    </w:pPr>
    <w:rPr>
      <w:rFonts w:eastAsiaTheme="minorHAnsi"/>
      <w:sz w:val="24"/>
      <w:szCs w:val="24"/>
      <w:lang w:eastAsia="en-US"/>
    </w:rPr>
  </w:style>
  <w:style w:type="paragraph" w:customStyle="1" w:styleId="0D88842AA80549E19900B544058B4D812">
    <w:name w:val="0D88842AA80549E19900B544058B4D812"/>
    <w:rsid w:val="00497DF4"/>
    <w:pPr>
      <w:spacing w:after="0" w:line="240" w:lineRule="auto"/>
    </w:pPr>
    <w:rPr>
      <w:rFonts w:eastAsiaTheme="minorHAnsi"/>
      <w:sz w:val="24"/>
      <w:szCs w:val="24"/>
      <w:lang w:eastAsia="en-US"/>
    </w:rPr>
  </w:style>
  <w:style w:type="paragraph" w:customStyle="1" w:styleId="9E21266C6A5B4D87A11860D5D511D74C7">
    <w:name w:val="9E21266C6A5B4D87A11860D5D511D74C7"/>
    <w:rsid w:val="00497DF4"/>
    <w:pPr>
      <w:spacing w:after="0" w:line="240" w:lineRule="auto"/>
    </w:pPr>
    <w:rPr>
      <w:rFonts w:eastAsiaTheme="minorHAnsi"/>
      <w:sz w:val="24"/>
      <w:szCs w:val="24"/>
      <w:lang w:eastAsia="en-US"/>
    </w:rPr>
  </w:style>
  <w:style w:type="paragraph" w:customStyle="1" w:styleId="B55964C46A8C40A1941533B34E6773557">
    <w:name w:val="B55964C46A8C40A1941533B34E6773557"/>
    <w:rsid w:val="00497DF4"/>
    <w:pPr>
      <w:spacing w:after="0" w:line="240" w:lineRule="auto"/>
    </w:pPr>
    <w:rPr>
      <w:rFonts w:eastAsiaTheme="minorHAnsi"/>
      <w:sz w:val="24"/>
      <w:szCs w:val="24"/>
      <w:lang w:eastAsia="en-US"/>
    </w:rPr>
  </w:style>
  <w:style w:type="paragraph" w:customStyle="1" w:styleId="E192290A2525407B8235A66A57057BEE7">
    <w:name w:val="E192290A2525407B8235A66A57057BEE7"/>
    <w:rsid w:val="00497DF4"/>
    <w:pPr>
      <w:spacing w:after="0" w:line="240" w:lineRule="auto"/>
    </w:pPr>
    <w:rPr>
      <w:rFonts w:eastAsiaTheme="minorHAnsi"/>
      <w:sz w:val="24"/>
      <w:szCs w:val="24"/>
      <w:lang w:eastAsia="en-US"/>
    </w:rPr>
  </w:style>
  <w:style w:type="paragraph" w:customStyle="1" w:styleId="1922C3EFDC87475C8A9493FBD7F5ACF47">
    <w:name w:val="1922C3EFDC87475C8A9493FBD7F5ACF47"/>
    <w:rsid w:val="00497DF4"/>
    <w:pPr>
      <w:spacing w:after="0" w:line="240" w:lineRule="auto"/>
    </w:pPr>
    <w:rPr>
      <w:rFonts w:eastAsiaTheme="minorHAnsi"/>
      <w:sz w:val="24"/>
      <w:szCs w:val="24"/>
      <w:lang w:eastAsia="en-US"/>
    </w:rPr>
  </w:style>
  <w:style w:type="paragraph" w:customStyle="1" w:styleId="33FD2DCDB3854E8CBD985CB71F164BEA7">
    <w:name w:val="33FD2DCDB3854E8CBD985CB71F164BEA7"/>
    <w:rsid w:val="00497DF4"/>
    <w:pPr>
      <w:spacing w:after="0" w:line="240" w:lineRule="auto"/>
    </w:pPr>
    <w:rPr>
      <w:rFonts w:eastAsiaTheme="minorHAnsi"/>
      <w:sz w:val="24"/>
      <w:szCs w:val="24"/>
      <w:lang w:eastAsia="en-US"/>
    </w:rPr>
  </w:style>
  <w:style w:type="paragraph" w:customStyle="1" w:styleId="9513D74F94B547BC94BC9B0C300F72527">
    <w:name w:val="9513D74F94B547BC94BC9B0C300F72527"/>
    <w:rsid w:val="00497DF4"/>
    <w:pPr>
      <w:spacing w:after="0" w:line="240" w:lineRule="auto"/>
    </w:pPr>
    <w:rPr>
      <w:rFonts w:eastAsiaTheme="minorHAnsi"/>
      <w:sz w:val="24"/>
      <w:szCs w:val="24"/>
      <w:lang w:eastAsia="en-US"/>
    </w:rPr>
  </w:style>
  <w:style w:type="paragraph" w:customStyle="1" w:styleId="DB0EA5D6F055492C94B826D56548089F7">
    <w:name w:val="DB0EA5D6F055492C94B826D56548089F7"/>
    <w:rsid w:val="00497DF4"/>
    <w:pPr>
      <w:spacing w:after="0" w:line="240" w:lineRule="auto"/>
    </w:pPr>
    <w:rPr>
      <w:rFonts w:eastAsiaTheme="minorHAnsi"/>
      <w:sz w:val="24"/>
      <w:szCs w:val="24"/>
      <w:lang w:eastAsia="en-US"/>
    </w:rPr>
  </w:style>
  <w:style w:type="paragraph" w:customStyle="1" w:styleId="652F8AF5A4694D1395A776E812AD526E5">
    <w:name w:val="652F8AF5A4694D1395A776E812AD526E5"/>
    <w:rsid w:val="00497DF4"/>
    <w:pPr>
      <w:spacing w:after="0" w:line="240" w:lineRule="auto"/>
    </w:pPr>
    <w:rPr>
      <w:rFonts w:eastAsiaTheme="minorHAnsi"/>
      <w:sz w:val="24"/>
      <w:szCs w:val="24"/>
      <w:lang w:eastAsia="en-US"/>
    </w:rPr>
  </w:style>
  <w:style w:type="paragraph" w:customStyle="1" w:styleId="0D88842AA80549E19900B544058B4D813">
    <w:name w:val="0D88842AA80549E19900B544058B4D813"/>
    <w:rsid w:val="00497DF4"/>
    <w:pPr>
      <w:spacing w:after="0" w:line="240" w:lineRule="auto"/>
    </w:pPr>
    <w:rPr>
      <w:rFonts w:eastAsiaTheme="minorHAnsi"/>
      <w:sz w:val="24"/>
      <w:szCs w:val="24"/>
      <w:lang w:eastAsia="en-US"/>
    </w:rPr>
  </w:style>
  <w:style w:type="paragraph" w:customStyle="1" w:styleId="9E21266C6A5B4D87A11860D5D511D74C8">
    <w:name w:val="9E21266C6A5B4D87A11860D5D511D74C8"/>
    <w:rsid w:val="00497DF4"/>
    <w:pPr>
      <w:spacing w:after="0" w:line="240" w:lineRule="auto"/>
    </w:pPr>
    <w:rPr>
      <w:rFonts w:eastAsiaTheme="minorHAnsi"/>
      <w:sz w:val="24"/>
      <w:szCs w:val="24"/>
      <w:lang w:eastAsia="en-US"/>
    </w:rPr>
  </w:style>
  <w:style w:type="paragraph" w:customStyle="1" w:styleId="B55964C46A8C40A1941533B34E6773558">
    <w:name w:val="B55964C46A8C40A1941533B34E6773558"/>
    <w:rsid w:val="00497DF4"/>
    <w:pPr>
      <w:spacing w:after="0" w:line="240" w:lineRule="auto"/>
    </w:pPr>
    <w:rPr>
      <w:rFonts w:eastAsiaTheme="minorHAnsi"/>
      <w:sz w:val="24"/>
      <w:szCs w:val="24"/>
      <w:lang w:eastAsia="en-US"/>
    </w:rPr>
  </w:style>
  <w:style w:type="paragraph" w:customStyle="1" w:styleId="E192290A2525407B8235A66A57057BEE8">
    <w:name w:val="E192290A2525407B8235A66A57057BEE8"/>
    <w:rsid w:val="00497DF4"/>
    <w:pPr>
      <w:spacing w:after="0" w:line="240" w:lineRule="auto"/>
    </w:pPr>
    <w:rPr>
      <w:rFonts w:eastAsiaTheme="minorHAnsi"/>
      <w:sz w:val="24"/>
      <w:szCs w:val="24"/>
      <w:lang w:eastAsia="en-US"/>
    </w:rPr>
  </w:style>
  <w:style w:type="paragraph" w:customStyle="1" w:styleId="1922C3EFDC87475C8A9493FBD7F5ACF48">
    <w:name w:val="1922C3EFDC87475C8A9493FBD7F5ACF48"/>
    <w:rsid w:val="00497DF4"/>
    <w:pPr>
      <w:spacing w:after="0" w:line="240" w:lineRule="auto"/>
    </w:pPr>
    <w:rPr>
      <w:rFonts w:eastAsiaTheme="minorHAnsi"/>
      <w:sz w:val="24"/>
      <w:szCs w:val="24"/>
      <w:lang w:eastAsia="en-US"/>
    </w:rPr>
  </w:style>
  <w:style w:type="paragraph" w:customStyle="1" w:styleId="33FD2DCDB3854E8CBD985CB71F164BEA8">
    <w:name w:val="33FD2DCDB3854E8CBD985CB71F164BEA8"/>
    <w:rsid w:val="00497DF4"/>
    <w:pPr>
      <w:spacing w:after="0" w:line="240" w:lineRule="auto"/>
    </w:pPr>
    <w:rPr>
      <w:rFonts w:eastAsiaTheme="minorHAnsi"/>
      <w:sz w:val="24"/>
      <w:szCs w:val="24"/>
      <w:lang w:eastAsia="en-US"/>
    </w:rPr>
  </w:style>
  <w:style w:type="paragraph" w:customStyle="1" w:styleId="9513D74F94B547BC94BC9B0C300F72528">
    <w:name w:val="9513D74F94B547BC94BC9B0C300F72528"/>
    <w:rsid w:val="00497DF4"/>
    <w:pPr>
      <w:spacing w:after="0" w:line="240" w:lineRule="auto"/>
    </w:pPr>
    <w:rPr>
      <w:rFonts w:eastAsiaTheme="minorHAnsi"/>
      <w:sz w:val="24"/>
      <w:szCs w:val="24"/>
      <w:lang w:eastAsia="en-US"/>
    </w:rPr>
  </w:style>
  <w:style w:type="paragraph" w:customStyle="1" w:styleId="DB0EA5D6F055492C94B826D56548089F8">
    <w:name w:val="DB0EA5D6F055492C94B826D56548089F8"/>
    <w:rsid w:val="00497DF4"/>
    <w:pPr>
      <w:spacing w:after="0" w:line="240" w:lineRule="auto"/>
    </w:pPr>
    <w:rPr>
      <w:rFonts w:eastAsiaTheme="minorHAnsi"/>
      <w:sz w:val="24"/>
      <w:szCs w:val="24"/>
      <w:lang w:eastAsia="en-US"/>
    </w:rPr>
  </w:style>
  <w:style w:type="paragraph" w:customStyle="1" w:styleId="F64D62C5F66D4BFD8646487A73402466">
    <w:name w:val="F64D62C5F66D4BFD8646487A73402466"/>
    <w:rsid w:val="00497DF4"/>
    <w:pPr>
      <w:spacing w:after="0" w:line="240" w:lineRule="auto"/>
    </w:pPr>
    <w:rPr>
      <w:rFonts w:eastAsiaTheme="minorHAnsi"/>
      <w:sz w:val="24"/>
      <w:szCs w:val="24"/>
      <w:lang w:eastAsia="en-US"/>
    </w:rPr>
  </w:style>
  <w:style w:type="paragraph" w:customStyle="1" w:styleId="652F8AF5A4694D1395A776E812AD526E6">
    <w:name w:val="652F8AF5A4694D1395A776E812AD526E6"/>
    <w:rsid w:val="00497DF4"/>
    <w:pPr>
      <w:spacing w:after="0" w:line="240" w:lineRule="auto"/>
    </w:pPr>
    <w:rPr>
      <w:rFonts w:eastAsiaTheme="minorHAnsi"/>
      <w:sz w:val="24"/>
      <w:szCs w:val="24"/>
      <w:lang w:eastAsia="en-US"/>
    </w:rPr>
  </w:style>
  <w:style w:type="paragraph" w:customStyle="1" w:styleId="0D88842AA80549E19900B544058B4D814">
    <w:name w:val="0D88842AA80549E19900B544058B4D814"/>
    <w:rsid w:val="00497DF4"/>
    <w:pPr>
      <w:spacing w:after="0" w:line="240" w:lineRule="auto"/>
    </w:pPr>
    <w:rPr>
      <w:rFonts w:eastAsiaTheme="minorHAnsi"/>
      <w:sz w:val="24"/>
      <w:szCs w:val="24"/>
      <w:lang w:eastAsia="en-US"/>
    </w:rPr>
  </w:style>
  <w:style w:type="paragraph" w:customStyle="1" w:styleId="9E21266C6A5B4D87A11860D5D511D74C9">
    <w:name w:val="9E21266C6A5B4D87A11860D5D511D74C9"/>
    <w:rsid w:val="00497DF4"/>
    <w:pPr>
      <w:spacing w:after="0" w:line="240" w:lineRule="auto"/>
    </w:pPr>
    <w:rPr>
      <w:rFonts w:eastAsiaTheme="minorHAnsi"/>
      <w:sz w:val="24"/>
      <w:szCs w:val="24"/>
      <w:lang w:eastAsia="en-US"/>
    </w:rPr>
  </w:style>
  <w:style w:type="paragraph" w:customStyle="1" w:styleId="B55964C46A8C40A1941533B34E6773559">
    <w:name w:val="B55964C46A8C40A1941533B34E6773559"/>
    <w:rsid w:val="00497DF4"/>
    <w:pPr>
      <w:spacing w:after="0" w:line="240" w:lineRule="auto"/>
    </w:pPr>
    <w:rPr>
      <w:rFonts w:eastAsiaTheme="minorHAnsi"/>
      <w:sz w:val="24"/>
      <w:szCs w:val="24"/>
      <w:lang w:eastAsia="en-US"/>
    </w:rPr>
  </w:style>
  <w:style w:type="paragraph" w:customStyle="1" w:styleId="E192290A2525407B8235A66A57057BEE9">
    <w:name w:val="E192290A2525407B8235A66A57057BEE9"/>
    <w:rsid w:val="00497DF4"/>
    <w:pPr>
      <w:spacing w:after="0" w:line="240" w:lineRule="auto"/>
    </w:pPr>
    <w:rPr>
      <w:rFonts w:eastAsiaTheme="minorHAnsi"/>
      <w:sz w:val="24"/>
      <w:szCs w:val="24"/>
      <w:lang w:eastAsia="en-US"/>
    </w:rPr>
  </w:style>
  <w:style w:type="paragraph" w:customStyle="1" w:styleId="1922C3EFDC87475C8A9493FBD7F5ACF49">
    <w:name w:val="1922C3EFDC87475C8A9493FBD7F5ACF49"/>
    <w:rsid w:val="00497DF4"/>
    <w:pPr>
      <w:spacing w:after="0" w:line="240" w:lineRule="auto"/>
    </w:pPr>
    <w:rPr>
      <w:rFonts w:eastAsiaTheme="minorHAnsi"/>
      <w:sz w:val="24"/>
      <w:szCs w:val="24"/>
      <w:lang w:eastAsia="en-US"/>
    </w:rPr>
  </w:style>
  <w:style w:type="paragraph" w:customStyle="1" w:styleId="33FD2DCDB3854E8CBD985CB71F164BEA9">
    <w:name w:val="33FD2DCDB3854E8CBD985CB71F164BEA9"/>
    <w:rsid w:val="00497DF4"/>
    <w:pPr>
      <w:spacing w:after="0" w:line="240" w:lineRule="auto"/>
    </w:pPr>
    <w:rPr>
      <w:rFonts w:eastAsiaTheme="minorHAnsi"/>
      <w:sz w:val="24"/>
      <w:szCs w:val="24"/>
      <w:lang w:eastAsia="en-US"/>
    </w:rPr>
  </w:style>
  <w:style w:type="paragraph" w:customStyle="1" w:styleId="9513D74F94B547BC94BC9B0C300F72529">
    <w:name w:val="9513D74F94B547BC94BC9B0C300F72529"/>
    <w:rsid w:val="00497DF4"/>
    <w:pPr>
      <w:spacing w:after="0" w:line="240" w:lineRule="auto"/>
    </w:pPr>
    <w:rPr>
      <w:rFonts w:eastAsiaTheme="minorHAnsi"/>
      <w:sz w:val="24"/>
      <w:szCs w:val="24"/>
      <w:lang w:eastAsia="en-US"/>
    </w:rPr>
  </w:style>
  <w:style w:type="paragraph" w:customStyle="1" w:styleId="DB0EA5D6F055492C94B826D56548089F9">
    <w:name w:val="DB0EA5D6F055492C94B826D56548089F9"/>
    <w:rsid w:val="00497DF4"/>
    <w:pPr>
      <w:spacing w:after="0" w:line="240" w:lineRule="auto"/>
    </w:pPr>
    <w:rPr>
      <w:rFonts w:eastAsiaTheme="minorHAnsi"/>
      <w:sz w:val="24"/>
      <w:szCs w:val="24"/>
      <w:lang w:eastAsia="en-US"/>
    </w:rPr>
  </w:style>
  <w:style w:type="paragraph" w:customStyle="1" w:styleId="F64D62C5F66D4BFD8646487A734024661">
    <w:name w:val="F64D62C5F66D4BFD8646487A734024661"/>
    <w:rsid w:val="00497DF4"/>
    <w:pPr>
      <w:spacing w:after="0" w:line="240" w:lineRule="auto"/>
    </w:pPr>
    <w:rPr>
      <w:rFonts w:eastAsiaTheme="minorHAnsi"/>
      <w:sz w:val="24"/>
      <w:szCs w:val="24"/>
      <w:lang w:eastAsia="en-US"/>
    </w:rPr>
  </w:style>
  <w:style w:type="paragraph" w:customStyle="1" w:styleId="652F8AF5A4694D1395A776E812AD526E7">
    <w:name w:val="652F8AF5A4694D1395A776E812AD526E7"/>
    <w:rsid w:val="00497DF4"/>
    <w:pPr>
      <w:spacing w:after="0" w:line="240" w:lineRule="auto"/>
    </w:pPr>
    <w:rPr>
      <w:rFonts w:eastAsiaTheme="minorHAnsi"/>
      <w:sz w:val="24"/>
      <w:szCs w:val="24"/>
      <w:lang w:eastAsia="en-US"/>
    </w:rPr>
  </w:style>
  <w:style w:type="paragraph" w:customStyle="1" w:styleId="0D88842AA80549E19900B544058B4D815">
    <w:name w:val="0D88842AA80549E19900B544058B4D815"/>
    <w:rsid w:val="00D50E72"/>
    <w:pPr>
      <w:spacing w:after="0" w:line="240" w:lineRule="auto"/>
    </w:pPr>
    <w:rPr>
      <w:rFonts w:eastAsiaTheme="minorHAnsi"/>
      <w:sz w:val="24"/>
      <w:szCs w:val="24"/>
      <w:lang w:eastAsia="en-US"/>
    </w:rPr>
  </w:style>
  <w:style w:type="paragraph" w:customStyle="1" w:styleId="9E21266C6A5B4D87A11860D5D511D74C10">
    <w:name w:val="9E21266C6A5B4D87A11860D5D511D74C10"/>
    <w:rsid w:val="00D50E72"/>
    <w:pPr>
      <w:spacing w:after="0" w:line="240" w:lineRule="auto"/>
    </w:pPr>
    <w:rPr>
      <w:rFonts w:eastAsiaTheme="minorHAnsi"/>
      <w:sz w:val="24"/>
      <w:szCs w:val="24"/>
      <w:lang w:eastAsia="en-US"/>
    </w:rPr>
  </w:style>
  <w:style w:type="paragraph" w:customStyle="1" w:styleId="B55964C46A8C40A1941533B34E67735510">
    <w:name w:val="B55964C46A8C40A1941533B34E67735510"/>
    <w:rsid w:val="00D50E72"/>
    <w:pPr>
      <w:spacing w:after="0" w:line="240" w:lineRule="auto"/>
    </w:pPr>
    <w:rPr>
      <w:rFonts w:eastAsiaTheme="minorHAnsi"/>
      <w:sz w:val="24"/>
      <w:szCs w:val="24"/>
      <w:lang w:eastAsia="en-US"/>
    </w:rPr>
  </w:style>
  <w:style w:type="paragraph" w:customStyle="1" w:styleId="E192290A2525407B8235A66A57057BEE10">
    <w:name w:val="E192290A2525407B8235A66A57057BEE10"/>
    <w:rsid w:val="00D50E72"/>
    <w:pPr>
      <w:spacing w:after="0" w:line="240" w:lineRule="auto"/>
    </w:pPr>
    <w:rPr>
      <w:rFonts w:eastAsiaTheme="minorHAnsi"/>
      <w:sz w:val="24"/>
      <w:szCs w:val="24"/>
      <w:lang w:eastAsia="en-US"/>
    </w:rPr>
  </w:style>
  <w:style w:type="paragraph" w:customStyle="1" w:styleId="1922C3EFDC87475C8A9493FBD7F5ACF410">
    <w:name w:val="1922C3EFDC87475C8A9493FBD7F5ACF410"/>
    <w:rsid w:val="00D50E72"/>
    <w:pPr>
      <w:spacing w:after="0" w:line="240" w:lineRule="auto"/>
    </w:pPr>
    <w:rPr>
      <w:rFonts w:eastAsiaTheme="minorHAnsi"/>
      <w:sz w:val="24"/>
      <w:szCs w:val="24"/>
      <w:lang w:eastAsia="en-US"/>
    </w:rPr>
  </w:style>
  <w:style w:type="paragraph" w:customStyle="1" w:styleId="33FD2DCDB3854E8CBD985CB71F164BEA10">
    <w:name w:val="33FD2DCDB3854E8CBD985CB71F164BEA10"/>
    <w:rsid w:val="00D50E72"/>
    <w:pPr>
      <w:spacing w:after="0" w:line="240" w:lineRule="auto"/>
    </w:pPr>
    <w:rPr>
      <w:rFonts w:eastAsiaTheme="minorHAnsi"/>
      <w:sz w:val="24"/>
      <w:szCs w:val="24"/>
      <w:lang w:eastAsia="en-US"/>
    </w:rPr>
  </w:style>
  <w:style w:type="paragraph" w:customStyle="1" w:styleId="9513D74F94B547BC94BC9B0C300F725210">
    <w:name w:val="9513D74F94B547BC94BC9B0C300F725210"/>
    <w:rsid w:val="00D50E72"/>
    <w:pPr>
      <w:spacing w:after="0" w:line="240" w:lineRule="auto"/>
    </w:pPr>
    <w:rPr>
      <w:rFonts w:eastAsiaTheme="minorHAnsi"/>
      <w:sz w:val="24"/>
      <w:szCs w:val="24"/>
      <w:lang w:eastAsia="en-US"/>
    </w:rPr>
  </w:style>
  <w:style w:type="paragraph" w:customStyle="1" w:styleId="DB0EA5D6F055492C94B826D56548089F10">
    <w:name w:val="DB0EA5D6F055492C94B826D56548089F10"/>
    <w:rsid w:val="00D50E72"/>
    <w:pPr>
      <w:spacing w:after="0" w:line="240" w:lineRule="auto"/>
    </w:pPr>
    <w:rPr>
      <w:rFonts w:eastAsiaTheme="minorHAnsi"/>
      <w:sz w:val="24"/>
      <w:szCs w:val="24"/>
      <w:lang w:eastAsia="en-US"/>
    </w:rPr>
  </w:style>
  <w:style w:type="paragraph" w:customStyle="1" w:styleId="F64D62C5F66D4BFD8646487A734024662">
    <w:name w:val="F64D62C5F66D4BFD8646487A734024662"/>
    <w:rsid w:val="00D50E72"/>
    <w:pPr>
      <w:spacing w:after="0" w:line="240" w:lineRule="auto"/>
    </w:pPr>
    <w:rPr>
      <w:rFonts w:eastAsiaTheme="minorHAnsi"/>
      <w:sz w:val="24"/>
      <w:szCs w:val="24"/>
      <w:lang w:eastAsia="en-US"/>
    </w:rPr>
  </w:style>
  <w:style w:type="paragraph" w:customStyle="1" w:styleId="652F8AF5A4694D1395A776E812AD526E8">
    <w:name w:val="652F8AF5A4694D1395A776E812AD526E8"/>
    <w:rsid w:val="00D50E72"/>
    <w:pPr>
      <w:spacing w:after="0" w:line="240" w:lineRule="auto"/>
    </w:pPr>
    <w:rPr>
      <w:rFonts w:eastAsiaTheme="minorHAnsi"/>
      <w:sz w:val="24"/>
      <w:szCs w:val="24"/>
      <w:lang w:eastAsia="en-US"/>
    </w:rPr>
  </w:style>
  <w:style w:type="paragraph" w:customStyle="1" w:styleId="0D88842AA80549E19900B544058B4D816">
    <w:name w:val="0D88842AA80549E19900B544058B4D816"/>
    <w:rsid w:val="00D50E72"/>
    <w:pPr>
      <w:spacing w:after="0" w:line="240" w:lineRule="auto"/>
    </w:pPr>
    <w:rPr>
      <w:rFonts w:eastAsiaTheme="minorHAnsi"/>
      <w:sz w:val="24"/>
      <w:szCs w:val="24"/>
      <w:lang w:eastAsia="en-US"/>
    </w:rPr>
  </w:style>
  <w:style w:type="paragraph" w:customStyle="1" w:styleId="9E21266C6A5B4D87A11860D5D511D74C11">
    <w:name w:val="9E21266C6A5B4D87A11860D5D511D74C11"/>
    <w:rsid w:val="00D50E72"/>
    <w:pPr>
      <w:spacing w:after="0" w:line="240" w:lineRule="auto"/>
    </w:pPr>
    <w:rPr>
      <w:rFonts w:eastAsiaTheme="minorHAnsi"/>
      <w:sz w:val="24"/>
      <w:szCs w:val="24"/>
      <w:lang w:eastAsia="en-US"/>
    </w:rPr>
  </w:style>
  <w:style w:type="paragraph" w:customStyle="1" w:styleId="B55964C46A8C40A1941533B34E67735511">
    <w:name w:val="B55964C46A8C40A1941533B34E67735511"/>
    <w:rsid w:val="00D50E72"/>
    <w:pPr>
      <w:spacing w:after="0" w:line="240" w:lineRule="auto"/>
    </w:pPr>
    <w:rPr>
      <w:rFonts w:eastAsiaTheme="minorHAnsi"/>
      <w:sz w:val="24"/>
      <w:szCs w:val="24"/>
      <w:lang w:eastAsia="en-US"/>
    </w:rPr>
  </w:style>
  <w:style w:type="paragraph" w:customStyle="1" w:styleId="E192290A2525407B8235A66A57057BEE11">
    <w:name w:val="E192290A2525407B8235A66A57057BEE11"/>
    <w:rsid w:val="00D50E72"/>
    <w:pPr>
      <w:spacing w:after="0" w:line="240" w:lineRule="auto"/>
    </w:pPr>
    <w:rPr>
      <w:rFonts w:eastAsiaTheme="minorHAnsi"/>
      <w:sz w:val="24"/>
      <w:szCs w:val="24"/>
      <w:lang w:eastAsia="en-US"/>
    </w:rPr>
  </w:style>
  <w:style w:type="paragraph" w:customStyle="1" w:styleId="1922C3EFDC87475C8A9493FBD7F5ACF411">
    <w:name w:val="1922C3EFDC87475C8A9493FBD7F5ACF411"/>
    <w:rsid w:val="00D50E72"/>
    <w:pPr>
      <w:spacing w:after="0" w:line="240" w:lineRule="auto"/>
    </w:pPr>
    <w:rPr>
      <w:rFonts w:eastAsiaTheme="minorHAnsi"/>
      <w:sz w:val="24"/>
      <w:szCs w:val="24"/>
      <w:lang w:eastAsia="en-US"/>
    </w:rPr>
  </w:style>
  <w:style w:type="paragraph" w:customStyle="1" w:styleId="33FD2DCDB3854E8CBD985CB71F164BEA11">
    <w:name w:val="33FD2DCDB3854E8CBD985CB71F164BEA11"/>
    <w:rsid w:val="00D50E72"/>
    <w:pPr>
      <w:spacing w:after="0" w:line="240" w:lineRule="auto"/>
    </w:pPr>
    <w:rPr>
      <w:rFonts w:eastAsiaTheme="minorHAnsi"/>
      <w:sz w:val="24"/>
      <w:szCs w:val="24"/>
      <w:lang w:eastAsia="en-US"/>
    </w:rPr>
  </w:style>
  <w:style w:type="paragraph" w:customStyle="1" w:styleId="9513D74F94B547BC94BC9B0C300F725211">
    <w:name w:val="9513D74F94B547BC94BC9B0C300F725211"/>
    <w:rsid w:val="00D50E72"/>
    <w:pPr>
      <w:spacing w:after="0" w:line="240" w:lineRule="auto"/>
    </w:pPr>
    <w:rPr>
      <w:rFonts w:eastAsiaTheme="minorHAnsi"/>
      <w:sz w:val="24"/>
      <w:szCs w:val="24"/>
      <w:lang w:eastAsia="en-US"/>
    </w:rPr>
  </w:style>
  <w:style w:type="paragraph" w:customStyle="1" w:styleId="DB0EA5D6F055492C94B826D56548089F11">
    <w:name w:val="DB0EA5D6F055492C94B826D56548089F11"/>
    <w:rsid w:val="00D50E72"/>
    <w:pPr>
      <w:spacing w:after="0" w:line="240" w:lineRule="auto"/>
    </w:pPr>
    <w:rPr>
      <w:rFonts w:eastAsiaTheme="minorHAnsi"/>
      <w:sz w:val="24"/>
      <w:szCs w:val="24"/>
      <w:lang w:eastAsia="en-US"/>
    </w:rPr>
  </w:style>
  <w:style w:type="paragraph" w:customStyle="1" w:styleId="F64D62C5F66D4BFD8646487A734024663">
    <w:name w:val="F64D62C5F66D4BFD8646487A734024663"/>
    <w:rsid w:val="00D50E72"/>
    <w:pPr>
      <w:spacing w:after="0" w:line="240" w:lineRule="auto"/>
    </w:pPr>
    <w:rPr>
      <w:rFonts w:eastAsiaTheme="minorHAnsi"/>
      <w:sz w:val="24"/>
      <w:szCs w:val="24"/>
      <w:lang w:eastAsia="en-US"/>
    </w:rPr>
  </w:style>
  <w:style w:type="paragraph" w:customStyle="1" w:styleId="652F8AF5A4694D1395A776E812AD526E9">
    <w:name w:val="652F8AF5A4694D1395A776E812AD526E9"/>
    <w:rsid w:val="00D50E72"/>
    <w:pPr>
      <w:spacing w:after="0" w:line="240" w:lineRule="auto"/>
    </w:pPr>
    <w:rPr>
      <w:rFonts w:eastAsiaTheme="minorHAnsi"/>
      <w:sz w:val="24"/>
      <w:szCs w:val="24"/>
      <w:lang w:eastAsia="en-US"/>
    </w:rPr>
  </w:style>
  <w:style w:type="paragraph" w:customStyle="1" w:styleId="0D88842AA80549E19900B544058B4D817">
    <w:name w:val="0D88842AA80549E19900B544058B4D817"/>
    <w:rsid w:val="00D50E72"/>
    <w:pPr>
      <w:spacing w:after="0" w:line="240" w:lineRule="auto"/>
    </w:pPr>
    <w:rPr>
      <w:rFonts w:eastAsiaTheme="minorHAnsi"/>
      <w:sz w:val="24"/>
      <w:szCs w:val="24"/>
      <w:lang w:eastAsia="en-US"/>
    </w:rPr>
  </w:style>
  <w:style w:type="paragraph" w:customStyle="1" w:styleId="9E21266C6A5B4D87A11860D5D511D74C12">
    <w:name w:val="9E21266C6A5B4D87A11860D5D511D74C12"/>
    <w:rsid w:val="00D50E72"/>
    <w:pPr>
      <w:spacing w:after="0" w:line="240" w:lineRule="auto"/>
    </w:pPr>
    <w:rPr>
      <w:rFonts w:eastAsiaTheme="minorHAnsi"/>
      <w:sz w:val="24"/>
      <w:szCs w:val="24"/>
      <w:lang w:eastAsia="en-US"/>
    </w:rPr>
  </w:style>
  <w:style w:type="paragraph" w:customStyle="1" w:styleId="B55964C46A8C40A1941533B34E67735512">
    <w:name w:val="B55964C46A8C40A1941533B34E67735512"/>
    <w:rsid w:val="00D50E72"/>
    <w:pPr>
      <w:spacing w:after="0" w:line="240" w:lineRule="auto"/>
    </w:pPr>
    <w:rPr>
      <w:rFonts w:eastAsiaTheme="minorHAnsi"/>
      <w:sz w:val="24"/>
      <w:szCs w:val="24"/>
      <w:lang w:eastAsia="en-US"/>
    </w:rPr>
  </w:style>
  <w:style w:type="paragraph" w:customStyle="1" w:styleId="E192290A2525407B8235A66A57057BEE12">
    <w:name w:val="E192290A2525407B8235A66A57057BEE12"/>
    <w:rsid w:val="00D50E72"/>
    <w:pPr>
      <w:spacing w:after="0" w:line="240" w:lineRule="auto"/>
    </w:pPr>
    <w:rPr>
      <w:rFonts w:eastAsiaTheme="minorHAnsi"/>
      <w:sz w:val="24"/>
      <w:szCs w:val="24"/>
      <w:lang w:eastAsia="en-US"/>
    </w:rPr>
  </w:style>
  <w:style w:type="paragraph" w:customStyle="1" w:styleId="1922C3EFDC87475C8A9493FBD7F5ACF412">
    <w:name w:val="1922C3EFDC87475C8A9493FBD7F5ACF412"/>
    <w:rsid w:val="00D50E72"/>
    <w:pPr>
      <w:spacing w:after="0" w:line="240" w:lineRule="auto"/>
    </w:pPr>
    <w:rPr>
      <w:rFonts w:eastAsiaTheme="minorHAnsi"/>
      <w:sz w:val="24"/>
      <w:szCs w:val="24"/>
      <w:lang w:eastAsia="en-US"/>
    </w:rPr>
  </w:style>
  <w:style w:type="paragraph" w:customStyle="1" w:styleId="33FD2DCDB3854E8CBD985CB71F164BEA12">
    <w:name w:val="33FD2DCDB3854E8CBD985CB71F164BEA12"/>
    <w:rsid w:val="00D50E72"/>
    <w:pPr>
      <w:spacing w:after="0" w:line="240" w:lineRule="auto"/>
    </w:pPr>
    <w:rPr>
      <w:rFonts w:eastAsiaTheme="minorHAnsi"/>
      <w:sz w:val="24"/>
      <w:szCs w:val="24"/>
      <w:lang w:eastAsia="en-US"/>
    </w:rPr>
  </w:style>
  <w:style w:type="paragraph" w:customStyle="1" w:styleId="9513D74F94B547BC94BC9B0C300F725212">
    <w:name w:val="9513D74F94B547BC94BC9B0C300F725212"/>
    <w:rsid w:val="00D50E72"/>
    <w:pPr>
      <w:spacing w:after="0" w:line="240" w:lineRule="auto"/>
    </w:pPr>
    <w:rPr>
      <w:rFonts w:eastAsiaTheme="minorHAnsi"/>
      <w:sz w:val="24"/>
      <w:szCs w:val="24"/>
      <w:lang w:eastAsia="en-US"/>
    </w:rPr>
  </w:style>
  <w:style w:type="paragraph" w:customStyle="1" w:styleId="DB0EA5D6F055492C94B826D56548089F12">
    <w:name w:val="DB0EA5D6F055492C94B826D56548089F12"/>
    <w:rsid w:val="00D50E72"/>
    <w:pPr>
      <w:spacing w:after="0" w:line="240" w:lineRule="auto"/>
    </w:pPr>
    <w:rPr>
      <w:rFonts w:eastAsiaTheme="minorHAnsi"/>
      <w:sz w:val="24"/>
      <w:szCs w:val="24"/>
      <w:lang w:eastAsia="en-US"/>
    </w:rPr>
  </w:style>
  <w:style w:type="paragraph" w:customStyle="1" w:styleId="F64D62C5F66D4BFD8646487A734024664">
    <w:name w:val="F64D62C5F66D4BFD8646487A734024664"/>
    <w:rsid w:val="00D50E72"/>
    <w:pPr>
      <w:spacing w:after="0" w:line="240" w:lineRule="auto"/>
    </w:pPr>
    <w:rPr>
      <w:rFonts w:eastAsiaTheme="minorHAnsi"/>
      <w:sz w:val="24"/>
      <w:szCs w:val="24"/>
      <w:lang w:eastAsia="en-US"/>
    </w:rPr>
  </w:style>
  <w:style w:type="paragraph" w:customStyle="1" w:styleId="652F8AF5A4694D1395A776E812AD526E10">
    <w:name w:val="652F8AF5A4694D1395A776E812AD526E10"/>
    <w:rsid w:val="00D50E72"/>
    <w:pPr>
      <w:spacing w:after="0" w:line="240" w:lineRule="auto"/>
    </w:pPr>
    <w:rPr>
      <w:rFonts w:eastAsiaTheme="minorHAnsi"/>
      <w:sz w:val="24"/>
      <w:szCs w:val="24"/>
      <w:lang w:eastAsia="en-US"/>
    </w:rPr>
  </w:style>
  <w:style w:type="paragraph" w:customStyle="1" w:styleId="02B15D4B50BB4133B51D9A0EB3B3795F">
    <w:name w:val="02B15D4B50BB4133B51D9A0EB3B3795F"/>
    <w:rsid w:val="002C5512"/>
  </w:style>
  <w:style w:type="paragraph" w:customStyle="1" w:styleId="A31D5562E6BC47A4AB27C79AD9E3CB80">
    <w:name w:val="A31D5562E6BC47A4AB27C79AD9E3CB80"/>
    <w:rsid w:val="002C5512"/>
  </w:style>
  <w:style w:type="paragraph" w:customStyle="1" w:styleId="DA82F384016B444885F1094FB85653F2">
    <w:name w:val="DA82F384016B444885F1094FB85653F2"/>
    <w:rsid w:val="002C5512"/>
  </w:style>
  <w:style w:type="paragraph" w:customStyle="1" w:styleId="0D88842AA80549E19900B544058B4D818">
    <w:name w:val="0D88842AA80549E19900B544058B4D818"/>
    <w:rsid w:val="002C5512"/>
    <w:pPr>
      <w:spacing w:after="0" w:line="240" w:lineRule="auto"/>
    </w:pPr>
    <w:rPr>
      <w:rFonts w:eastAsiaTheme="minorHAnsi"/>
      <w:sz w:val="24"/>
      <w:szCs w:val="24"/>
      <w:lang w:eastAsia="en-US"/>
    </w:rPr>
  </w:style>
  <w:style w:type="paragraph" w:customStyle="1" w:styleId="9E21266C6A5B4D87A11860D5D511D74C13">
    <w:name w:val="9E21266C6A5B4D87A11860D5D511D74C13"/>
    <w:rsid w:val="002C5512"/>
    <w:pPr>
      <w:spacing w:after="0" w:line="240" w:lineRule="auto"/>
    </w:pPr>
    <w:rPr>
      <w:rFonts w:eastAsiaTheme="minorHAnsi"/>
      <w:sz w:val="24"/>
      <w:szCs w:val="24"/>
      <w:lang w:eastAsia="en-US"/>
    </w:rPr>
  </w:style>
  <w:style w:type="paragraph" w:customStyle="1" w:styleId="B55964C46A8C40A1941533B34E67735513">
    <w:name w:val="B55964C46A8C40A1941533B34E67735513"/>
    <w:rsid w:val="002C5512"/>
    <w:pPr>
      <w:spacing w:after="0" w:line="240" w:lineRule="auto"/>
    </w:pPr>
    <w:rPr>
      <w:rFonts w:eastAsiaTheme="minorHAnsi"/>
      <w:sz w:val="24"/>
      <w:szCs w:val="24"/>
      <w:lang w:eastAsia="en-US"/>
    </w:rPr>
  </w:style>
  <w:style w:type="paragraph" w:customStyle="1" w:styleId="E192290A2525407B8235A66A57057BEE13">
    <w:name w:val="E192290A2525407B8235A66A57057BEE13"/>
    <w:rsid w:val="002C5512"/>
    <w:pPr>
      <w:spacing w:after="0" w:line="240" w:lineRule="auto"/>
    </w:pPr>
    <w:rPr>
      <w:rFonts w:eastAsiaTheme="minorHAnsi"/>
      <w:sz w:val="24"/>
      <w:szCs w:val="24"/>
      <w:lang w:eastAsia="en-US"/>
    </w:rPr>
  </w:style>
  <w:style w:type="paragraph" w:customStyle="1" w:styleId="1922C3EFDC87475C8A9493FBD7F5ACF413">
    <w:name w:val="1922C3EFDC87475C8A9493FBD7F5ACF413"/>
    <w:rsid w:val="002C5512"/>
    <w:pPr>
      <w:spacing w:after="0" w:line="240" w:lineRule="auto"/>
    </w:pPr>
    <w:rPr>
      <w:rFonts w:eastAsiaTheme="minorHAnsi"/>
      <w:sz w:val="24"/>
      <w:szCs w:val="24"/>
      <w:lang w:eastAsia="en-US"/>
    </w:rPr>
  </w:style>
  <w:style w:type="paragraph" w:customStyle="1" w:styleId="33FD2DCDB3854E8CBD985CB71F164BEA13">
    <w:name w:val="33FD2DCDB3854E8CBD985CB71F164BEA13"/>
    <w:rsid w:val="002C5512"/>
    <w:pPr>
      <w:spacing w:after="0" w:line="240" w:lineRule="auto"/>
    </w:pPr>
    <w:rPr>
      <w:rFonts w:eastAsiaTheme="minorHAnsi"/>
      <w:sz w:val="24"/>
      <w:szCs w:val="24"/>
      <w:lang w:eastAsia="en-US"/>
    </w:rPr>
  </w:style>
  <w:style w:type="paragraph" w:customStyle="1" w:styleId="9513D74F94B547BC94BC9B0C300F725213">
    <w:name w:val="9513D74F94B547BC94BC9B0C300F725213"/>
    <w:rsid w:val="002C5512"/>
    <w:pPr>
      <w:spacing w:after="0" w:line="240" w:lineRule="auto"/>
    </w:pPr>
    <w:rPr>
      <w:rFonts w:eastAsiaTheme="minorHAnsi"/>
      <w:sz w:val="24"/>
      <w:szCs w:val="24"/>
      <w:lang w:eastAsia="en-US"/>
    </w:rPr>
  </w:style>
  <w:style w:type="paragraph" w:customStyle="1" w:styleId="A31D5562E6BC47A4AB27C79AD9E3CB801">
    <w:name w:val="A31D5562E6BC47A4AB27C79AD9E3CB801"/>
    <w:rsid w:val="002C5512"/>
    <w:pPr>
      <w:spacing w:after="0" w:line="240" w:lineRule="auto"/>
    </w:pPr>
    <w:rPr>
      <w:rFonts w:eastAsiaTheme="minorHAnsi"/>
      <w:sz w:val="24"/>
      <w:szCs w:val="24"/>
      <w:lang w:eastAsia="en-US"/>
    </w:rPr>
  </w:style>
  <w:style w:type="paragraph" w:customStyle="1" w:styleId="02B15D4B50BB4133B51D9A0EB3B3795F1">
    <w:name w:val="02B15D4B50BB4133B51D9A0EB3B3795F1"/>
    <w:rsid w:val="002C5512"/>
    <w:pPr>
      <w:spacing w:after="0" w:line="240" w:lineRule="auto"/>
    </w:pPr>
    <w:rPr>
      <w:rFonts w:eastAsiaTheme="minorHAnsi"/>
      <w:sz w:val="24"/>
      <w:szCs w:val="24"/>
      <w:lang w:eastAsia="en-US"/>
    </w:rPr>
  </w:style>
  <w:style w:type="paragraph" w:customStyle="1" w:styleId="D28F0EB7AF92461EA9AC23F3FE4473E6">
    <w:name w:val="D28F0EB7AF92461EA9AC23F3FE4473E6"/>
    <w:rsid w:val="002C5512"/>
    <w:pPr>
      <w:spacing w:after="0" w:line="240" w:lineRule="auto"/>
    </w:pPr>
    <w:rPr>
      <w:rFonts w:eastAsiaTheme="minorHAnsi"/>
      <w:sz w:val="24"/>
      <w:szCs w:val="24"/>
      <w:lang w:eastAsia="en-US"/>
    </w:rPr>
  </w:style>
  <w:style w:type="paragraph" w:customStyle="1" w:styleId="0D88842AA80549E19900B544058B4D819">
    <w:name w:val="0D88842AA80549E19900B544058B4D819"/>
    <w:rsid w:val="005C4AC1"/>
    <w:pPr>
      <w:spacing w:after="0" w:line="240" w:lineRule="auto"/>
    </w:pPr>
    <w:rPr>
      <w:rFonts w:eastAsiaTheme="minorHAnsi"/>
      <w:sz w:val="24"/>
      <w:szCs w:val="24"/>
      <w:lang w:eastAsia="en-US"/>
    </w:rPr>
  </w:style>
  <w:style w:type="paragraph" w:customStyle="1" w:styleId="9E21266C6A5B4D87A11860D5D511D74C14">
    <w:name w:val="9E21266C6A5B4D87A11860D5D511D74C14"/>
    <w:rsid w:val="005C4AC1"/>
    <w:pPr>
      <w:spacing w:after="0" w:line="240" w:lineRule="auto"/>
    </w:pPr>
    <w:rPr>
      <w:rFonts w:eastAsiaTheme="minorHAnsi"/>
      <w:sz w:val="24"/>
      <w:szCs w:val="24"/>
      <w:lang w:eastAsia="en-US"/>
    </w:rPr>
  </w:style>
  <w:style w:type="paragraph" w:customStyle="1" w:styleId="B55964C46A8C40A1941533B34E67735514">
    <w:name w:val="B55964C46A8C40A1941533B34E67735514"/>
    <w:rsid w:val="005C4AC1"/>
    <w:pPr>
      <w:spacing w:after="0" w:line="240" w:lineRule="auto"/>
    </w:pPr>
    <w:rPr>
      <w:rFonts w:eastAsiaTheme="minorHAnsi"/>
      <w:sz w:val="24"/>
      <w:szCs w:val="24"/>
      <w:lang w:eastAsia="en-US"/>
    </w:rPr>
  </w:style>
  <w:style w:type="paragraph" w:customStyle="1" w:styleId="E192290A2525407B8235A66A57057BEE14">
    <w:name w:val="E192290A2525407B8235A66A57057BEE14"/>
    <w:rsid w:val="005C4AC1"/>
    <w:pPr>
      <w:spacing w:after="0" w:line="240" w:lineRule="auto"/>
    </w:pPr>
    <w:rPr>
      <w:rFonts w:eastAsiaTheme="minorHAnsi"/>
      <w:sz w:val="24"/>
      <w:szCs w:val="24"/>
      <w:lang w:eastAsia="en-US"/>
    </w:rPr>
  </w:style>
  <w:style w:type="paragraph" w:customStyle="1" w:styleId="1922C3EFDC87475C8A9493FBD7F5ACF414">
    <w:name w:val="1922C3EFDC87475C8A9493FBD7F5ACF414"/>
    <w:rsid w:val="005C4AC1"/>
    <w:pPr>
      <w:spacing w:after="0" w:line="240" w:lineRule="auto"/>
    </w:pPr>
    <w:rPr>
      <w:rFonts w:eastAsiaTheme="minorHAnsi"/>
      <w:sz w:val="24"/>
      <w:szCs w:val="24"/>
      <w:lang w:eastAsia="en-US"/>
    </w:rPr>
  </w:style>
  <w:style w:type="paragraph" w:customStyle="1" w:styleId="33FD2DCDB3854E8CBD985CB71F164BEA14">
    <w:name w:val="33FD2DCDB3854E8CBD985CB71F164BEA14"/>
    <w:rsid w:val="005C4AC1"/>
    <w:pPr>
      <w:spacing w:after="0" w:line="240" w:lineRule="auto"/>
    </w:pPr>
    <w:rPr>
      <w:rFonts w:eastAsiaTheme="minorHAnsi"/>
      <w:sz w:val="24"/>
      <w:szCs w:val="24"/>
      <w:lang w:eastAsia="en-US"/>
    </w:rPr>
  </w:style>
  <w:style w:type="paragraph" w:customStyle="1" w:styleId="9513D74F94B547BC94BC9B0C300F725214">
    <w:name w:val="9513D74F94B547BC94BC9B0C300F725214"/>
    <w:rsid w:val="005C4AC1"/>
    <w:pPr>
      <w:spacing w:after="0" w:line="240" w:lineRule="auto"/>
    </w:pPr>
    <w:rPr>
      <w:rFonts w:eastAsiaTheme="minorHAnsi"/>
      <w:sz w:val="24"/>
      <w:szCs w:val="24"/>
      <w:lang w:eastAsia="en-US"/>
    </w:rPr>
  </w:style>
  <w:style w:type="paragraph" w:customStyle="1" w:styleId="A31D5562E6BC47A4AB27C79AD9E3CB802">
    <w:name w:val="A31D5562E6BC47A4AB27C79AD9E3CB802"/>
    <w:rsid w:val="005C4AC1"/>
    <w:pPr>
      <w:spacing w:after="0" w:line="240" w:lineRule="auto"/>
    </w:pPr>
    <w:rPr>
      <w:rFonts w:eastAsiaTheme="minorHAnsi"/>
      <w:sz w:val="24"/>
      <w:szCs w:val="24"/>
      <w:lang w:eastAsia="en-US"/>
    </w:rPr>
  </w:style>
  <w:style w:type="paragraph" w:customStyle="1" w:styleId="02B15D4B50BB4133B51D9A0EB3B3795F2">
    <w:name w:val="02B15D4B50BB4133B51D9A0EB3B3795F2"/>
    <w:rsid w:val="005C4AC1"/>
    <w:pPr>
      <w:spacing w:after="0" w:line="240" w:lineRule="auto"/>
    </w:pPr>
    <w:rPr>
      <w:rFonts w:eastAsiaTheme="minorHAnsi"/>
      <w:sz w:val="24"/>
      <w:szCs w:val="24"/>
      <w:lang w:eastAsia="en-US"/>
    </w:rPr>
  </w:style>
  <w:style w:type="paragraph" w:customStyle="1" w:styleId="7E3D96A872D045DAA8B49BAF997CB46B">
    <w:name w:val="7E3D96A872D045DAA8B49BAF997CB46B"/>
    <w:rsid w:val="005C4AC1"/>
    <w:pPr>
      <w:spacing w:after="0" w:line="240" w:lineRule="auto"/>
    </w:pPr>
    <w:rPr>
      <w:rFonts w:eastAsiaTheme="minorHAnsi"/>
      <w:sz w:val="24"/>
      <w:szCs w:val="24"/>
      <w:lang w:eastAsia="en-US"/>
    </w:rPr>
  </w:style>
  <w:style w:type="paragraph" w:customStyle="1" w:styleId="D28F0EB7AF92461EA9AC23F3FE4473E61">
    <w:name w:val="D28F0EB7AF92461EA9AC23F3FE4473E61"/>
    <w:rsid w:val="005C4AC1"/>
    <w:pPr>
      <w:spacing w:after="0" w:line="240" w:lineRule="auto"/>
    </w:pPr>
    <w:rPr>
      <w:rFonts w:eastAsiaTheme="minorHAnsi"/>
      <w:sz w:val="24"/>
      <w:szCs w:val="24"/>
      <w:lang w:eastAsia="en-US"/>
    </w:rPr>
  </w:style>
  <w:style w:type="paragraph" w:customStyle="1" w:styleId="0D88842AA80549E19900B544058B4D8110">
    <w:name w:val="0D88842AA80549E19900B544058B4D8110"/>
    <w:rsid w:val="005C4AC1"/>
    <w:pPr>
      <w:spacing w:after="0" w:line="240" w:lineRule="auto"/>
    </w:pPr>
    <w:rPr>
      <w:rFonts w:eastAsiaTheme="minorHAnsi"/>
      <w:sz w:val="24"/>
      <w:szCs w:val="24"/>
      <w:lang w:eastAsia="en-US"/>
    </w:rPr>
  </w:style>
  <w:style w:type="paragraph" w:customStyle="1" w:styleId="9E21266C6A5B4D87A11860D5D511D74C15">
    <w:name w:val="9E21266C6A5B4D87A11860D5D511D74C15"/>
    <w:rsid w:val="005C4AC1"/>
    <w:pPr>
      <w:spacing w:after="0" w:line="240" w:lineRule="auto"/>
    </w:pPr>
    <w:rPr>
      <w:rFonts w:eastAsiaTheme="minorHAnsi"/>
      <w:sz w:val="24"/>
      <w:szCs w:val="24"/>
      <w:lang w:eastAsia="en-US"/>
    </w:rPr>
  </w:style>
  <w:style w:type="paragraph" w:customStyle="1" w:styleId="B55964C46A8C40A1941533B34E67735515">
    <w:name w:val="B55964C46A8C40A1941533B34E67735515"/>
    <w:rsid w:val="005C4AC1"/>
    <w:pPr>
      <w:spacing w:after="0" w:line="240" w:lineRule="auto"/>
    </w:pPr>
    <w:rPr>
      <w:rFonts w:eastAsiaTheme="minorHAnsi"/>
      <w:sz w:val="24"/>
      <w:szCs w:val="24"/>
      <w:lang w:eastAsia="en-US"/>
    </w:rPr>
  </w:style>
  <w:style w:type="paragraph" w:customStyle="1" w:styleId="E192290A2525407B8235A66A57057BEE15">
    <w:name w:val="E192290A2525407B8235A66A57057BEE15"/>
    <w:rsid w:val="005C4AC1"/>
    <w:pPr>
      <w:spacing w:after="0" w:line="240" w:lineRule="auto"/>
    </w:pPr>
    <w:rPr>
      <w:rFonts w:eastAsiaTheme="minorHAnsi"/>
      <w:sz w:val="24"/>
      <w:szCs w:val="24"/>
      <w:lang w:eastAsia="en-US"/>
    </w:rPr>
  </w:style>
  <w:style w:type="paragraph" w:customStyle="1" w:styleId="1922C3EFDC87475C8A9493FBD7F5ACF415">
    <w:name w:val="1922C3EFDC87475C8A9493FBD7F5ACF415"/>
    <w:rsid w:val="005C4AC1"/>
    <w:pPr>
      <w:spacing w:after="0" w:line="240" w:lineRule="auto"/>
    </w:pPr>
    <w:rPr>
      <w:rFonts w:eastAsiaTheme="minorHAnsi"/>
      <w:sz w:val="24"/>
      <w:szCs w:val="24"/>
      <w:lang w:eastAsia="en-US"/>
    </w:rPr>
  </w:style>
  <w:style w:type="paragraph" w:customStyle="1" w:styleId="33FD2DCDB3854E8CBD985CB71F164BEA15">
    <w:name w:val="33FD2DCDB3854E8CBD985CB71F164BEA15"/>
    <w:rsid w:val="005C4AC1"/>
    <w:pPr>
      <w:spacing w:after="0" w:line="240" w:lineRule="auto"/>
    </w:pPr>
    <w:rPr>
      <w:rFonts w:eastAsiaTheme="minorHAnsi"/>
      <w:sz w:val="24"/>
      <w:szCs w:val="24"/>
      <w:lang w:eastAsia="en-US"/>
    </w:rPr>
  </w:style>
  <w:style w:type="paragraph" w:customStyle="1" w:styleId="9513D74F94B547BC94BC9B0C300F725215">
    <w:name w:val="9513D74F94B547BC94BC9B0C300F725215"/>
    <w:rsid w:val="005C4AC1"/>
    <w:pPr>
      <w:spacing w:after="0" w:line="240" w:lineRule="auto"/>
    </w:pPr>
    <w:rPr>
      <w:rFonts w:eastAsiaTheme="minorHAnsi"/>
      <w:sz w:val="24"/>
      <w:szCs w:val="24"/>
      <w:lang w:eastAsia="en-US"/>
    </w:rPr>
  </w:style>
  <w:style w:type="paragraph" w:customStyle="1" w:styleId="A31D5562E6BC47A4AB27C79AD9E3CB803">
    <w:name w:val="A31D5562E6BC47A4AB27C79AD9E3CB803"/>
    <w:rsid w:val="005C4AC1"/>
    <w:pPr>
      <w:spacing w:after="0" w:line="240" w:lineRule="auto"/>
    </w:pPr>
    <w:rPr>
      <w:rFonts w:eastAsiaTheme="minorHAnsi"/>
      <w:sz w:val="24"/>
      <w:szCs w:val="24"/>
      <w:lang w:eastAsia="en-US"/>
    </w:rPr>
  </w:style>
  <w:style w:type="paragraph" w:customStyle="1" w:styleId="02B15D4B50BB4133B51D9A0EB3B3795F3">
    <w:name w:val="02B15D4B50BB4133B51D9A0EB3B3795F3"/>
    <w:rsid w:val="005C4AC1"/>
    <w:pPr>
      <w:spacing w:after="0" w:line="240" w:lineRule="auto"/>
    </w:pPr>
    <w:rPr>
      <w:rFonts w:eastAsiaTheme="minorHAnsi"/>
      <w:sz w:val="24"/>
      <w:szCs w:val="24"/>
      <w:lang w:eastAsia="en-US"/>
    </w:rPr>
  </w:style>
  <w:style w:type="paragraph" w:customStyle="1" w:styleId="7E3D96A872D045DAA8B49BAF997CB46B1">
    <w:name w:val="7E3D96A872D045DAA8B49BAF997CB46B1"/>
    <w:rsid w:val="005C4AC1"/>
    <w:pPr>
      <w:spacing w:after="0" w:line="240" w:lineRule="auto"/>
    </w:pPr>
    <w:rPr>
      <w:rFonts w:eastAsiaTheme="minorHAnsi"/>
      <w:sz w:val="24"/>
      <w:szCs w:val="24"/>
      <w:lang w:eastAsia="en-US"/>
    </w:rPr>
  </w:style>
  <w:style w:type="paragraph" w:customStyle="1" w:styleId="D28F0EB7AF92461EA9AC23F3FE4473E62">
    <w:name w:val="D28F0EB7AF92461EA9AC23F3FE4473E62"/>
    <w:rsid w:val="005C4AC1"/>
    <w:pPr>
      <w:spacing w:after="0" w:line="240" w:lineRule="auto"/>
    </w:pPr>
    <w:rPr>
      <w:rFonts w:eastAsiaTheme="minorHAnsi"/>
      <w:sz w:val="24"/>
      <w:szCs w:val="24"/>
      <w:lang w:eastAsia="en-US"/>
    </w:rPr>
  </w:style>
  <w:style w:type="paragraph" w:customStyle="1" w:styleId="0D88842AA80549E19900B544058B4D8111">
    <w:name w:val="0D88842AA80549E19900B544058B4D8111"/>
    <w:rsid w:val="005C4AC1"/>
    <w:pPr>
      <w:spacing w:after="0" w:line="240" w:lineRule="auto"/>
    </w:pPr>
    <w:rPr>
      <w:rFonts w:eastAsiaTheme="minorHAnsi"/>
      <w:sz w:val="24"/>
      <w:szCs w:val="24"/>
      <w:lang w:eastAsia="en-US"/>
    </w:rPr>
  </w:style>
  <w:style w:type="paragraph" w:customStyle="1" w:styleId="9E21266C6A5B4D87A11860D5D511D74C16">
    <w:name w:val="9E21266C6A5B4D87A11860D5D511D74C16"/>
    <w:rsid w:val="005C4AC1"/>
    <w:pPr>
      <w:spacing w:after="0" w:line="240" w:lineRule="auto"/>
    </w:pPr>
    <w:rPr>
      <w:rFonts w:eastAsiaTheme="minorHAnsi"/>
      <w:sz w:val="24"/>
      <w:szCs w:val="24"/>
      <w:lang w:eastAsia="en-US"/>
    </w:rPr>
  </w:style>
  <w:style w:type="paragraph" w:customStyle="1" w:styleId="B55964C46A8C40A1941533B34E67735516">
    <w:name w:val="B55964C46A8C40A1941533B34E67735516"/>
    <w:rsid w:val="005C4AC1"/>
    <w:pPr>
      <w:spacing w:after="0" w:line="240" w:lineRule="auto"/>
    </w:pPr>
    <w:rPr>
      <w:rFonts w:eastAsiaTheme="minorHAnsi"/>
      <w:sz w:val="24"/>
      <w:szCs w:val="24"/>
      <w:lang w:eastAsia="en-US"/>
    </w:rPr>
  </w:style>
  <w:style w:type="paragraph" w:customStyle="1" w:styleId="E192290A2525407B8235A66A57057BEE16">
    <w:name w:val="E192290A2525407B8235A66A57057BEE16"/>
    <w:rsid w:val="005C4AC1"/>
    <w:pPr>
      <w:spacing w:after="0" w:line="240" w:lineRule="auto"/>
    </w:pPr>
    <w:rPr>
      <w:rFonts w:eastAsiaTheme="minorHAnsi"/>
      <w:sz w:val="24"/>
      <w:szCs w:val="24"/>
      <w:lang w:eastAsia="en-US"/>
    </w:rPr>
  </w:style>
  <w:style w:type="paragraph" w:customStyle="1" w:styleId="1922C3EFDC87475C8A9493FBD7F5ACF416">
    <w:name w:val="1922C3EFDC87475C8A9493FBD7F5ACF416"/>
    <w:rsid w:val="005C4AC1"/>
    <w:pPr>
      <w:spacing w:after="0" w:line="240" w:lineRule="auto"/>
    </w:pPr>
    <w:rPr>
      <w:rFonts w:eastAsiaTheme="minorHAnsi"/>
      <w:sz w:val="24"/>
      <w:szCs w:val="24"/>
      <w:lang w:eastAsia="en-US"/>
    </w:rPr>
  </w:style>
  <w:style w:type="paragraph" w:customStyle="1" w:styleId="33FD2DCDB3854E8CBD985CB71F164BEA16">
    <w:name w:val="33FD2DCDB3854E8CBD985CB71F164BEA16"/>
    <w:rsid w:val="005C4AC1"/>
    <w:pPr>
      <w:spacing w:after="0" w:line="240" w:lineRule="auto"/>
    </w:pPr>
    <w:rPr>
      <w:rFonts w:eastAsiaTheme="minorHAnsi"/>
      <w:sz w:val="24"/>
      <w:szCs w:val="24"/>
      <w:lang w:eastAsia="en-US"/>
    </w:rPr>
  </w:style>
  <w:style w:type="paragraph" w:customStyle="1" w:styleId="9513D74F94B547BC94BC9B0C300F725216">
    <w:name w:val="9513D74F94B547BC94BC9B0C300F725216"/>
    <w:rsid w:val="005C4AC1"/>
    <w:pPr>
      <w:spacing w:after="0" w:line="240" w:lineRule="auto"/>
    </w:pPr>
    <w:rPr>
      <w:rFonts w:eastAsiaTheme="minorHAnsi"/>
      <w:sz w:val="24"/>
      <w:szCs w:val="24"/>
      <w:lang w:eastAsia="en-US"/>
    </w:rPr>
  </w:style>
  <w:style w:type="paragraph" w:customStyle="1" w:styleId="A31D5562E6BC47A4AB27C79AD9E3CB804">
    <w:name w:val="A31D5562E6BC47A4AB27C79AD9E3CB804"/>
    <w:rsid w:val="005C4AC1"/>
    <w:pPr>
      <w:spacing w:after="0" w:line="240" w:lineRule="auto"/>
    </w:pPr>
    <w:rPr>
      <w:rFonts w:eastAsiaTheme="minorHAnsi"/>
      <w:sz w:val="24"/>
      <w:szCs w:val="24"/>
      <w:lang w:eastAsia="en-US"/>
    </w:rPr>
  </w:style>
  <w:style w:type="paragraph" w:customStyle="1" w:styleId="02B15D4B50BB4133B51D9A0EB3B3795F4">
    <w:name w:val="02B15D4B50BB4133B51D9A0EB3B3795F4"/>
    <w:rsid w:val="005C4AC1"/>
    <w:pPr>
      <w:spacing w:after="0" w:line="240" w:lineRule="auto"/>
    </w:pPr>
    <w:rPr>
      <w:rFonts w:eastAsiaTheme="minorHAnsi"/>
      <w:sz w:val="24"/>
      <w:szCs w:val="24"/>
      <w:lang w:eastAsia="en-US"/>
    </w:rPr>
  </w:style>
  <w:style w:type="paragraph" w:customStyle="1" w:styleId="7E3D96A872D045DAA8B49BAF997CB46B2">
    <w:name w:val="7E3D96A872D045DAA8B49BAF997CB46B2"/>
    <w:rsid w:val="005C4AC1"/>
    <w:pPr>
      <w:spacing w:after="0" w:line="240" w:lineRule="auto"/>
    </w:pPr>
    <w:rPr>
      <w:rFonts w:eastAsiaTheme="minorHAnsi"/>
      <w:sz w:val="24"/>
      <w:szCs w:val="24"/>
      <w:lang w:eastAsia="en-US"/>
    </w:rPr>
  </w:style>
  <w:style w:type="paragraph" w:customStyle="1" w:styleId="D28F0EB7AF92461EA9AC23F3FE4473E63">
    <w:name w:val="D28F0EB7AF92461EA9AC23F3FE4473E63"/>
    <w:rsid w:val="005C4AC1"/>
    <w:pPr>
      <w:spacing w:after="0" w:line="240" w:lineRule="auto"/>
    </w:pPr>
    <w:rPr>
      <w:rFonts w:eastAsiaTheme="minorHAnsi"/>
      <w:sz w:val="24"/>
      <w:szCs w:val="24"/>
      <w:lang w:eastAsia="en-US"/>
    </w:rPr>
  </w:style>
  <w:style w:type="paragraph" w:customStyle="1" w:styleId="0D88842AA80549E19900B544058B4D8112">
    <w:name w:val="0D88842AA80549E19900B544058B4D8112"/>
    <w:rsid w:val="005C4AC1"/>
    <w:pPr>
      <w:spacing w:after="0" w:line="240" w:lineRule="auto"/>
    </w:pPr>
    <w:rPr>
      <w:rFonts w:eastAsiaTheme="minorHAnsi"/>
      <w:sz w:val="24"/>
      <w:szCs w:val="24"/>
      <w:lang w:eastAsia="en-US"/>
    </w:rPr>
  </w:style>
  <w:style w:type="paragraph" w:customStyle="1" w:styleId="9E21266C6A5B4D87A11860D5D511D74C17">
    <w:name w:val="9E21266C6A5B4D87A11860D5D511D74C17"/>
    <w:rsid w:val="005C4AC1"/>
    <w:pPr>
      <w:spacing w:after="0" w:line="240" w:lineRule="auto"/>
    </w:pPr>
    <w:rPr>
      <w:rFonts w:eastAsiaTheme="minorHAnsi"/>
      <w:sz w:val="24"/>
      <w:szCs w:val="24"/>
      <w:lang w:eastAsia="en-US"/>
    </w:rPr>
  </w:style>
  <w:style w:type="paragraph" w:customStyle="1" w:styleId="B55964C46A8C40A1941533B34E67735517">
    <w:name w:val="B55964C46A8C40A1941533B34E67735517"/>
    <w:rsid w:val="005C4AC1"/>
    <w:pPr>
      <w:spacing w:after="0" w:line="240" w:lineRule="auto"/>
    </w:pPr>
    <w:rPr>
      <w:rFonts w:eastAsiaTheme="minorHAnsi"/>
      <w:sz w:val="24"/>
      <w:szCs w:val="24"/>
      <w:lang w:eastAsia="en-US"/>
    </w:rPr>
  </w:style>
  <w:style w:type="paragraph" w:customStyle="1" w:styleId="E192290A2525407B8235A66A57057BEE17">
    <w:name w:val="E192290A2525407B8235A66A57057BEE17"/>
    <w:rsid w:val="005C4AC1"/>
    <w:pPr>
      <w:spacing w:after="0" w:line="240" w:lineRule="auto"/>
    </w:pPr>
    <w:rPr>
      <w:rFonts w:eastAsiaTheme="minorHAnsi"/>
      <w:sz w:val="24"/>
      <w:szCs w:val="24"/>
      <w:lang w:eastAsia="en-US"/>
    </w:rPr>
  </w:style>
  <w:style w:type="paragraph" w:customStyle="1" w:styleId="1922C3EFDC87475C8A9493FBD7F5ACF417">
    <w:name w:val="1922C3EFDC87475C8A9493FBD7F5ACF417"/>
    <w:rsid w:val="005C4AC1"/>
    <w:pPr>
      <w:spacing w:after="0" w:line="240" w:lineRule="auto"/>
    </w:pPr>
    <w:rPr>
      <w:rFonts w:eastAsiaTheme="minorHAnsi"/>
      <w:sz w:val="24"/>
      <w:szCs w:val="24"/>
      <w:lang w:eastAsia="en-US"/>
    </w:rPr>
  </w:style>
  <w:style w:type="paragraph" w:customStyle="1" w:styleId="33FD2DCDB3854E8CBD985CB71F164BEA17">
    <w:name w:val="33FD2DCDB3854E8CBD985CB71F164BEA17"/>
    <w:rsid w:val="005C4AC1"/>
    <w:pPr>
      <w:spacing w:after="0" w:line="240" w:lineRule="auto"/>
    </w:pPr>
    <w:rPr>
      <w:rFonts w:eastAsiaTheme="minorHAnsi"/>
      <w:sz w:val="24"/>
      <w:szCs w:val="24"/>
      <w:lang w:eastAsia="en-US"/>
    </w:rPr>
  </w:style>
  <w:style w:type="paragraph" w:customStyle="1" w:styleId="9513D74F94B547BC94BC9B0C300F725217">
    <w:name w:val="9513D74F94B547BC94BC9B0C300F725217"/>
    <w:rsid w:val="005C4AC1"/>
    <w:pPr>
      <w:spacing w:after="0" w:line="240" w:lineRule="auto"/>
    </w:pPr>
    <w:rPr>
      <w:rFonts w:eastAsiaTheme="minorHAnsi"/>
      <w:sz w:val="24"/>
      <w:szCs w:val="24"/>
      <w:lang w:eastAsia="en-US"/>
    </w:rPr>
  </w:style>
  <w:style w:type="paragraph" w:customStyle="1" w:styleId="A31D5562E6BC47A4AB27C79AD9E3CB805">
    <w:name w:val="A31D5562E6BC47A4AB27C79AD9E3CB805"/>
    <w:rsid w:val="005C4AC1"/>
    <w:pPr>
      <w:spacing w:after="0" w:line="240" w:lineRule="auto"/>
    </w:pPr>
    <w:rPr>
      <w:rFonts w:eastAsiaTheme="minorHAnsi"/>
      <w:sz w:val="24"/>
      <w:szCs w:val="24"/>
      <w:lang w:eastAsia="en-US"/>
    </w:rPr>
  </w:style>
  <w:style w:type="paragraph" w:customStyle="1" w:styleId="02B15D4B50BB4133B51D9A0EB3B3795F5">
    <w:name w:val="02B15D4B50BB4133B51D9A0EB3B3795F5"/>
    <w:rsid w:val="005C4AC1"/>
    <w:pPr>
      <w:spacing w:after="0" w:line="240" w:lineRule="auto"/>
    </w:pPr>
    <w:rPr>
      <w:rFonts w:eastAsiaTheme="minorHAnsi"/>
      <w:sz w:val="24"/>
      <w:szCs w:val="24"/>
      <w:lang w:eastAsia="en-US"/>
    </w:rPr>
  </w:style>
  <w:style w:type="paragraph" w:customStyle="1" w:styleId="7E3D96A872D045DAA8B49BAF997CB46B3">
    <w:name w:val="7E3D96A872D045DAA8B49BAF997CB46B3"/>
    <w:rsid w:val="005C4AC1"/>
    <w:pPr>
      <w:spacing w:after="0" w:line="240" w:lineRule="auto"/>
    </w:pPr>
    <w:rPr>
      <w:rFonts w:eastAsiaTheme="minorHAnsi"/>
      <w:sz w:val="24"/>
      <w:szCs w:val="24"/>
      <w:lang w:eastAsia="en-US"/>
    </w:rPr>
  </w:style>
  <w:style w:type="paragraph" w:customStyle="1" w:styleId="D28F0EB7AF92461EA9AC23F3FE4473E64">
    <w:name w:val="D28F0EB7AF92461EA9AC23F3FE4473E64"/>
    <w:rsid w:val="005C4AC1"/>
    <w:pPr>
      <w:spacing w:after="0" w:line="240" w:lineRule="auto"/>
    </w:pPr>
    <w:rPr>
      <w:rFonts w:eastAsiaTheme="minorHAnsi"/>
      <w:sz w:val="24"/>
      <w:szCs w:val="24"/>
      <w:lang w:eastAsia="en-US"/>
    </w:rPr>
  </w:style>
  <w:style w:type="paragraph" w:customStyle="1" w:styleId="0D88842AA80549E19900B544058B4D8113">
    <w:name w:val="0D88842AA80549E19900B544058B4D8113"/>
    <w:rsid w:val="005C4AC1"/>
    <w:pPr>
      <w:spacing w:after="0" w:line="240" w:lineRule="auto"/>
    </w:pPr>
    <w:rPr>
      <w:rFonts w:eastAsiaTheme="minorHAnsi"/>
      <w:sz w:val="24"/>
      <w:szCs w:val="24"/>
      <w:lang w:eastAsia="en-US"/>
    </w:rPr>
  </w:style>
  <w:style w:type="paragraph" w:customStyle="1" w:styleId="9E21266C6A5B4D87A11860D5D511D74C18">
    <w:name w:val="9E21266C6A5B4D87A11860D5D511D74C18"/>
    <w:rsid w:val="005C4AC1"/>
    <w:pPr>
      <w:spacing w:after="0" w:line="240" w:lineRule="auto"/>
    </w:pPr>
    <w:rPr>
      <w:rFonts w:eastAsiaTheme="minorHAnsi"/>
      <w:sz w:val="24"/>
      <w:szCs w:val="24"/>
      <w:lang w:eastAsia="en-US"/>
    </w:rPr>
  </w:style>
  <w:style w:type="paragraph" w:customStyle="1" w:styleId="B55964C46A8C40A1941533B34E67735518">
    <w:name w:val="B55964C46A8C40A1941533B34E67735518"/>
    <w:rsid w:val="005C4AC1"/>
    <w:pPr>
      <w:spacing w:after="0" w:line="240" w:lineRule="auto"/>
    </w:pPr>
    <w:rPr>
      <w:rFonts w:eastAsiaTheme="minorHAnsi"/>
      <w:sz w:val="24"/>
      <w:szCs w:val="24"/>
      <w:lang w:eastAsia="en-US"/>
    </w:rPr>
  </w:style>
  <w:style w:type="paragraph" w:customStyle="1" w:styleId="E192290A2525407B8235A66A57057BEE18">
    <w:name w:val="E192290A2525407B8235A66A57057BEE18"/>
    <w:rsid w:val="005C4AC1"/>
    <w:pPr>
      <w:spacing w:after="0" w:line="240" w:lineRule="auto"/>
    </w:pPr>
    <w:rPr>
      <w:rFonts w:eastAsiaTheme="minorHAnsi"/>
      <w:sz w:val="24"/>
      <w:szCs w:val="24"/>
      <w:lang w:eastAsia="en-US"/>
    </w:rPr>
  </w:style>
  <w:style w:type="paragraph" w:customStyle="1" w:styleId="1922C3EFDC87475C8A9493FBD7F5ACF418">
    <w:name w:val="1922C3EFDC87475C8A9493FBD7F5ACF418"/>
    <w:rsid w:val="005C4AC1"/>
    <w:pPr>
      <w:spacing w:after="0" w:line="240" w:lineRule="auto"/>
    </w:pPr>
    <w:rPr>
      <w:rFonts w:eastAsiaTheme="minorHAnsi"/>
      <w:sz w:val="24"/>
      <w:szCs w:val="24"/>
      <w:lang w:eastAsia="en-US"/>
    </w:rPr>
  </w:style>
  <w:style w:type="paragraph" w:customStyle="1" w:styleId="33FD2DCDB3854E8CBD985CB71F164BEA18">
    <w:name w:val="33FD2DCDB3854E8CBD985CB71F164BEA18"/>
    <w:rsid w:val="005C4AC1"/>
    <w:pPr>
      <w:spacing w:after="0" w:line="240" w:lineRule="auto"/>
    </w:pPr>
    <w:rPr>
      <w:rFonts w:eastAsiaTheme="minorHAnsi"/>
      <w:sz w:val="24"/>
      <w:szCs w:val="24"/>
      <w:lang w:eastAsia="en-US"/>
    </w:rPr>
  </w:style>
  <w:style w:type="paragraph" w:customStyle="1" w:styleId="9513D74F94B547BC94BC9B0C300F725218">
    <w:name w:val="9513D74F94B547BC94BC9B0C300F725218"/>
    <w:rsid w:val="005C4AC1"/>
    <w:pPr>
      <w:spacing w:after="0" w:line="240" w:lineRule="auto"/>
    </w:pPr>
    <w:rPr>
      <w:rFonts w:eastAsiaTheme="minorHAnsi"/>
      <w:sz w:val="24"/>
      <w:szCs w:val="24"/>
      <w:lang w:eastAsia="en-US"/>
    </w:rPr>
  </w:style>
  <w:style w:type="paragraph" w:customStyle="1" w:styleId="A31D5562E6BC47A4AB27C79AD9E3CB806">
    <w:name w:val="A31D5562E6BC47A4AB27C79AD9E3CB806"/>
    <w:rsid w:val="005C4AC1"/>
    <w:pPr>
      <w:spacing w:after="0" w:line="240" w:lineRule="auto"/>
    </w:pPr>
    <w:rPr>
      <w:rFonts w:eastAsiaTheme="minorHAnsi"/>
      <w:sz w:val="24"/>
      <w:szCs w:val="24"/>
      <w:lang w:eastAsia="en-US"/>
    </w:rPr>
  </w:style>
  <w:style w:type="paragraph" w:customStyle="1" w:styleId="02B15D4B50BB4133B51D9A0EB3B3795F6">
    <w:name w:val="02B15D4B50BB4133B51D9A0EB3B3795F6"/>
    <w:rsid w:val="005C4AC1"/>
    <w:pPr>
      <w:spacing w:after="0" w:line="240" w:lineRule="auto"/>
    </w:pPr>
    <w:rPr>
      <w:rFonts w:eastAsiaTheme="minorHAnsi"/>
      <w:sz w:val="24"/>
      <w:szCs w:val="24"/>
      <w:lang w:eastAsia="en-US"/>
    </w:rPr>
  </w:style>
  <w:style w:type="paragraph" w:customStyle="1" w:styleId="7E3D96A872D045DAA8B49BAF997CB46B4">
    <w:name w:val="7E3D96A872D045DAA8B49BAF997CB46B4"/>
    <w:rsid w:val="005C4AC1"/>
    <w:pPr>
      <w:spacing w:after="0" w:line="240" w:lineRule="auto"/>
    </w:pPr>
    <w:rPr>
      <w:rFonts w:eastAsiaTheme="minorHAnsi"/>
      <w:sz w:val="24"/>
      <w:szCs w:val="24"/>
      <w:lang w:eastAsia="en-US"/>
    </w:rPr>
  </w:style>
  <w:style w:type="paragraph" w:customStyle="1" w:styleId="D28F0EB7AF92461EA9AC23F3FE4473E65">
    <w:name w:val="D28F0EB7AF92461EA9AC23F3FE4473E65"/>
    <w:rsid w:val="005C4AC1"/>
    <w:pPr>
      <w:spacing w:after="0" w:line="240" w:lineRule="auto"/>
    </w:pPr>
    <w:rPr>
      <w:rFonts w:eastAsiaTheme="minorHAnsi"/>
      <w:sz w:val="24"/>
      <w:szCs w:val="24"/>
      <w:lang w:eastAsia="en-US"/>
    </w:rPr>
  </w:style>
  <w:style w:type="paragraph" w:customStyle="1" w:styleId="0D88842AA80549E19900B544058B4D8114">
    <w:name w:val="0D88842AA80549E19900B544058B4D8114"/>
    <w:rsid w:val="005C4AC1"/>
    <w:pPr>
      <w:spacing w:after="0" w:line="240" w:lineRule="auto"/>
    </w:pPr>
    <w:rPr>
      <w:rFonts w:eastAsiaTheme="minorHAnsi"/>
      <w:sz w:val="24"/>
      <w:szCs w:val="24"/>
      <w:lang w:eastAsia="en-US"/>
    </w:rPr>
  </w:style>
  <w:style w:type="paragraph" w:customStyle="1" w:styleId="9E21266C6A5B4D87A11860D5D511D74C19">
    <w:name w:val="9E21266C6A5B4D87A11860D5D511D74C19"/>
    <w:rsid w:val="005C4AC1"/>
    <w:pPr>
      <w:spacing w:after="0" w:line="240" w:lineRule="auto"/>
    </w:pPr>
    <w:rPr>
      <w:rFonts w:eastAsiaTheme="minorHAnsi"/>
      <w:sz w:val="24"/>
      <w:szCs w:val="24"/>
      <w:lang w:eastAsia="en-US"/>
    </w:rPr>
  </w:style>
  <w:style w:type="paragraph" w:customStyle="1" w:styleId="B55964C46A8C40A1941533B34E67735519">
    <w:name w:val="B55964C46A8C40A1941533B34E67735519"/>
    <w:rsid w:val="005C4AC1"/>
    <w:pPr>
      <w:spacing w:after="0" w:line="240" w:lineRule="auto"/>
    </w:pPr>
    <w:rPr>
      <w:rFonts w:eastAsiaTheme="minorHAnsi"/>
      <w:sz w:val="24"/>
      <w:szCs w:val="24"/>
      <w:lang w:eastAsia="en-US"/>
    </w:rPr>
  </w:style>
  <w:style w:type="paragraph" w:customStyle="1" w:styleId="E192290A2525407B8235A66A57057BEE19">
    <w:name w:val="E192290A2525407B8235A66A57057BEE19"/>
    <w:rsid w:val="005C4AC1"/>
    <w:pPr>
      <w:spacing w:after="0" w:line="240" w:lineRule="auto"/>
    </w:pPr>
    <w:rPr>
      <w:rFonts w:eastAsiaTheme="minorHAnsi"/>
      <w:sz w:val="24"/>
      <w:szCs w:val="24"/>
      <w:lang w:eastAsia="en-US"/>
    </w:rPr>
  </w:style>
  <w:style w:type="paragraph" w:customStyle="1" w:styleId="1922C3EFDC87475C8A9493FBD7F5ACF419">
    <w:name w:val="1922C3EFDC87475C8A9493FBD7F5ACF419"/>
    <w:rsid w:val="005C4AC1"/>
    <w:pPr>
      <w:spacing w:after="0" w:line="240" w:lineRule="auto"/>
    </w:pPr>
    <w:rPr>
      <w:rFonts w:eastAsiaTheme="minorHAnsi"/>
      <w:sz w:val="24"/>
      <w:szCs w:val="24"/>
      <w:lang w:eastAsia="en-US"/>
    </w:rPr>
  </w:style>
  <w:style w:type="paragraph" w:customStyle="1" w:styleId="33FD2DCDB3854E8CBD985CB71F164BEA19">
    <w:name w:val="33FD2DCDB3854E8CBD985CB71F164BEA19"/>
    <w:rsid w:val="005C4AC1"/>
    <w:pPr>
      <w:spacing w:after="0" w:line="240" w:lineRule="auto"/>
    </w:pPr>
    <w:rPr>
      <w:rFonts w:eastAsiaTheme="minorHAnsi"/>
      <w:sz w:val="24"/>
      <w:szCs w:val="24"/>
      <w:lang w:eastAsia="en-US"/>
    </w:rPr>
  </w:style>
  <w:style w:type="paragraph" w:customStyle="1" w:styleId="9513D74F94B547BC94BC9B0C300F725219">
    <w:name w:val="9513D74F94B547BC94BC9B0C300F725219"/>
    <w:rsid w:val="005C4AC1"/>
    <w:pPr>
      <w:spacing w:after="0" w:line="240" w:lineRule="auto"/>
    </w:pPr>
    <w:rPr>
      <w:rFonts w:eastAsiaTheme="minorHAnsi"/>
      <w:sz w:val="24"/>
      <w:szCs w:val="24"/>
      <w:lang w:eastAsia="en-US"/>
    </w:rPr>
  </w:style>
  <w:style w:type="paragraph" w:customStyle="1" w:styleId="A31D5562E6BC47A4AB27C79AD9E3CB807">
    <w:name w:val="A31D5562E6BC47A4AB27C79AD9E3CB807"/>
    <w:rsid w:val="005C4AC1"/>
    <w:pPr>
      <w:spacing w:after="0" w:line="240" w:lineRule="auto"/>
    </w:pPr>
    <w:rPr>
      <w:rFonts w:eastAsiaTheme="minorHAnsi"/>
      <w:sz w:val="24"/>
      <w:szCs w:val="24"/>
      <w:lang w:eastAsia="en-US"/>
    </w:rPr>
  </w:style>
  <w:style w:type="paragraph" w:customStyle="1" w:styleId="02B15D4B50BB4133B51D9A0EB3B3795F7">
    <w:name w:val="02B15D4B50BB4133B51D9A0EB3B3795F7"/>
    <w:rsid w:val="005C4AC1"/>
    <w:pPr>
      <w:spacing w:after="0" w:line="240" w:lineRule="auto"/>
    </w:pPr>
    <w:rPr>
      <w:rFonts w:eastAsiaTheme="minorHAnsi"/>
      <w:sz w:val="24"/>
      <w:szCs w:val="24"/>
      <w:lang w:eastAsia="en-US"/>
    </w:rPr>
  </w:style>
  <w:style w:type="paragraph" w:customStyle="1" w:styleId="7E3D96A872D045DAA8B49BAF997CB46B5">
    <w:name w:val="7E3D96A872D045DAA8B49BAF997CB46B5"/>
    <w:rsid w:val="005C4AC1"/>
    <w:pPr>
      <w:spacing w:after="0" w:line="240" w:lineRule="auto"/>
    </w:pPr>
    <w:rPr>
      <w:rFonts w:eastAsiaTheme="minorHAnsi"/>
      <w:sz w:val="24"/>
      <w:szCs w:val="24"/>
      <w:lang w:eastAsia="en-US"/>
    </w:rPr>
  </w:style>
  <w:style w:type="paragraph" w:customStyle="1" w:styleId="D28F0EB7AF92461EA9AC23F3FE4473E66">
    <w:name w:val="D28F0EB7AF92461EA9AC23F3FE4473E66"/>
    <w:rsid w:val="005C4AC1"/>
    <w:pPr>
      <w:spacing w:after="0" w:line="240" w:lineRule="auto"/>
    </w:pPr>
    <w:rPr>
      <w:rFonts w:eastAsiaTheme="minorHAnsi"/>
      <w:sz w:val="24"/>
      <w:szCs w:val="24"/>
      <w:lang w:eastAsia="en-US"/>
    </w:rPr>
  </w:style>
  <w:style w:type="paragraph" w:customStyle="1" w:styleId="0D88842AA80549E19900B544058B4D8115">
    <w:name w:val="0D88842AA80549E19900B544058B4D8115"/>
    <w:rsid w:val="005C4AC1"/>
    <w:pPr>
      <w:spacing w:after="0" w:line="240" w:lineRule="auto"/>
    </w:pPr>
    <w:rPr>
      <w:rFonts w:eastAsiaTheme="minorHAnsi"/>
      <w:sz w:val="24"/>
      <w:szCs w:val="24"/>
      <w:lang w:eastAsia="en-US"/>
    </w:rPr>
  </w:style>
  <w:style w:type="paragraph" w:customStyle="1" w:styleId="9E21266C6A5B4D87A11860D5D511D74C20">
    <w:name w:val="9E21266C6A5B4D87A11860D5D511D74C20"/>
    <w:rsid w:val="005C4AC1"/>
    <w:pPr>
      <w:spacing w:after="0" w:line="240" w:lineRule="auto"/>
    </w:pPr>
    <w:rPr>
      <w:rFonts w:eastAsiaTheme="minorHAnsi"/>
      <w:sz w:val="24"/>
      <w:szCs w:val="24"/>
      <w:lang w:eastAsia="en-US"/>
    </w:rPr>
  </w:style>
  <w:style w:type="paragraph" w:customStyle="1" w:styleId="B55964C46A8C40A1941533B34E67735520">
    <w:name w:val="B55964C46A8C40A1941533B34E67735520"/>
    <w:rsid w:val="005C4AC1"/>
    <w:pPr>
      <w:spacing w:after="0" w:line="240" w:lineRule="auto"/>
    </w:pPr>
    <w:rPr>
      <w:rFonts w:eastAsiaTheme="minorHAnsi"/>
      <w:sz w:val="24"/>
      <w:szCs w:val="24"/>
      <w:lang w:eastAsia="en-US"/>
    </w:rPr>
  </w:style>
  <w:style w:type="paragraph" w:customStyle="1" w:styleId="E192290A2525407B8235A66A57057BEE20">
    <w:name w:val="E192290A2525407B8235A66A57057BEE20"/>
    <w:rsid w:val="005C4AC1"/>
    <w:pPr>
      <w:spacing w:after="0" w:line="240" w:lineRule="auto"/>
    </w:pPr>
    <w:rPr>
      <w:rFonts w:eastAsiaTheme="minorHAnsi"/>
      <w:sz w:val="24"/>
      <w:szCs w:val="24"/>
      <w:lang w:eastAsia="en-US"/>
    </w:rPr>
  </w:style>
  <w:style w:type="paragraph" w:customStyle="1" w:styleId="1922C3EFDC87475C8A9493FBD7F5ACF420">
    <w:name w:val="1922C3EFDC87475C8A9493FBD7F5ACF420"/>
    <w:rsid w:val="005C4AC1"/>
    <w:pPr>
      <w:spacing w:after="0" w:line="240" w:lineRule="auto"/>
    </w:pPr>
    <w:rPr>
      <w:rFonts w:eastAsiaTheme="minorHAnsi"/>
      <w:sz w:val="24"/>
      <w:szCs w:val="24"/>
      <w:lang w:eastAsia="en-US"/>
    </w:rPr>
  </w:style>
  <w:style w:type="paragraph" w:customStyle="1" w:styleId="33FD2DCDB3854E8CBD985CB71F164BEA20">
    <w:name w:val="33FD2DCDB3854E8CBD985CB71F164BEA20"/>
    <w:rsid w:val="005C4AC1"/>
    <w:pPr>
      <w:spacing w:after="0" w:line="240" w:lineRule="auto"/>
    </w:pPr>
    <w:rPr>
      <w:rFonts w:eastAsiaTheme="minorHAnsi"/>
      <w:sz w:val="24"/>
      <w:szCs w:val="24"/>
      <w:lang w:eastAsia="en-US"/>
    </w:rPr>
  </w:style>
  <w:style w:type="paragraph" w:customStyle="1" w:styleId="9513D74F94B547BC94BC9B0C300F725220">
    <w:name w:val="9513D74F94B547BC94BC9B0C300F725220"/>
    <w:rsid w:val="005C4AC1"/>
    <w:pPr>
      <w:spacing w:after="0" w:line="240" w:lineRule="auto"/>
    </w:pPr>
    <w:rPr>
      <w:rFonts w:eastAsiaTheme="minorHAnsi"/>
      <w:sz w:val="24"/>
      <w:szCs w:val="24"/>
      <w:lang w:eastAsia="en-US"/>
    </w:rPr>
  </w:style>
  <w:style w:type="paragraph" w:customStyle="1" w:styleId="A31D5562E6BC47A4AB27C79AD9E3CB808">
    <w:name w:val="A31D5562E6BC47A4AB27C79AD9E3CB808"/>
    <w:rsid w:val="005C4AC1"/>
    <w:pPr>
      <w:spacing w:after="0" w:line="240" w:lineRule="auto"/>
    </w:pPr>
    <w:rPr>
      <w:rFonts w:eastAsiaTheme="minorHAnsi"/>
      <w:sz w:val="24"/>
      <w:szCs w:val="24"/>
      <w:lang w:eastAsia="en-US"/>
    </w:rPr>
  </w:style>
  <w:style w:type="paragraph" w:customStyle="1" w:styleId="02B15D4B50BB4133B51D9A0EB3B3795F8">
    <w:name w:val="02B15D4B50BB4133B51D9A0EB3B3795F8"/>
    <w:rsid w:val="005C4AC1"/>
    <w:pPr>
      <w:spacing w:after="0" w:line="240" w:lineRule="auto"/>
    </w:pPr>
    <w:rPr>
      <w:rFonts w:eastAsiaTheme="minorHAnsi"/>
      <w:sz w:val="24"/>
      <w:szCs w:val="24"/>
      <w:lang w:eastAsia="en-US"/>
    </w:rPr>
  </w:style>
  <w:style w:type="paragraph" w:customStyle="1" w:styleId="D28F0EB7AF92461EA9AC23F3FE4473E67">
    <w:name w:val="D28F0EB7AF92461EA9AC23F3FE4473E67"/>
    <w:rsid w:val="005C4AC1"/>
    <w:pPr>
      <w:spacing w:after="0" w:line="240" w:lineRule="auto"/>
    </w:pPr>
    <w:rPr>
      <w:rFonts w:eastAsiaTheme="minorHAnsi"/>
      <w:sz w:val="24"/>
      <w:szCs w:val="24"/>
      <w:lang w:eastAsia="en-US"/>
    </w:rPr>
  </w:style>
  <w:style w:type="paragraph" w:customStyle="1" w:styleId="0D88842AA80549E19900B544058B4D8116">
    <w:name w:val="0D88842AA80549E19900B544058B4D8116"/>
    <w:rsid w:val="005C4AC1"/>
    <w:pPr>
      <w:spacing w:after="0" w:line="240" w:lineRule="auto"/>
    </w:pPr>
    <w:rPr>
      <w:rFonts w:eastAsiaTheme="minorHAnsi"/>
      <w:sz w:val="24"/>
      <w:szCs w:val="24"/>
      <w:lang w:eastAsia="en-US"/>
    </w:rPr>
  </w:style>
  <w:style w:type="paragraph" w:customStyle="1" w:styleId="9E21266C6A5B4D87A11860D5D511D74C21">
    <w:name w:val="9E21266C6A5B4D87A11860D5D511D74C21"/>
    <w:rsid w:val="005C4AC1"/>
    <w:pPr>
      <w:spacing w:after="0" w:line="240" w:lineRule="auto"/>
    </w:pPr>
    <w:rPr>
      <w:rFonts w:eastAsiaTheme="minorHAnsi"/>
      <w:sz w:val="24"/>
      <w:szCs w:val="24"/>
      <w:lang w:eastAsia="en-US"/>
    </w:rPr>
  </w:style>
  <w:style w:type="paragraph" w:customStyle="1" w:styleId="B55964C46A8C40A1941533B34E67735521">
    <w:name w:val="B55964C46A8C40A1941533B34E67735521"/>
    <w:rsid w:val="005C4AC1"/>
    <w:pPr>
      <w:spacing w:after="0" w:line="240" w:lineRule="auto"/>
    </w:pPr>
    <w:rPr>
      <w:rFonts w:eastAsiaTheme="minorHAnsi"/>
      <w:sz w:val="24"/>
      <w:szCs w:val="24"/>
      <w:lang w:eastAsia="en-US"/>
    </w:rPr>
  </w:style>
  <w:style w:type="paragraph" w:customStyle="1" w:styleId="E192290A2525407B8235A66A57057BEE21">
    <w:name w:val="E192290A2525407B8235A66A57057BEE21"/>
    <w:rsid w:val="005C4AC1"/>
    <w:pPr>
      <w:spacing w:after="0" w:line="240" w:lineRule="auto"/>
    </w:pPr>
    <w:rPr>
      <w:rFonts w:eastAsiaTheme="minorHAnsi"/>
      <w:sz w:val="24"/>
      <w:szCs w:val="24"/>
      <w:lang w:eastAsia="en-US"/>
    </w:rPr>
  </w:style>
  <w:style w:type="paragraph" w:customStyle="1" w:styleId="1922C3EFDC87475C8A9493FBD7F5ACF421">
    <w:name w:val="1922C3EFDC87475C8A9493FBD7F5ACF421"/>
    <w:rsid w:val="005C4AC1"/>
    <w:pPr>
      <w:spacing w:after="0" w:line="240" w:lineRule="auto"/>
    </w:pPr>
    <w:rPr>
      <w:rFonts w:eastAsiaTheme="minorHAnsi"/>
      <w:sz w:val="24"/>
      <w:szCs w:val="24"/>
      <w:lang w:eastAsia="en-US"/>
    </w:rPr>
  </w:style>
  <w:style w:type="paragraph" w:customStyle="1" w:styleId="33FD2DCDB3854E8CBD985CB71F164BEA21">
    <w:name w:val="33FD2DCDB3854E8CBD985CB71F164BEA21"/>
    <w:rsid w:val="005C4AC1"/>
    <w:pPr>
      <w:spacing w:after="0" w:line="240" w:lineRule="auto"/>
    </w:pPr>
    <w:rPr>
      <w:rFonts w:eastAsiaTheme="minorHAnsi"/>
      <w:sz w:val="24"/>
      <w:szCs w:val="24"/>
      <w:lang w:eastAsia="en-US"/>
    </w:rPr>
  </w:style>
  <w:style w:type="paragraph" w:customStyle="1" w:styleId="9513D74F94B547BC94BC9B0C300F725221">
    <w:name w:val="9513D74F94B547BC94BC9B0C300F725221"/>
    <w:rsid w:val="005C4AC1"/>
    <w:pPr>
      <w:spacing w:after="0" w:line="240" w:lineRule="auto"/>
    </w:pPr>
    <w:rPr>
      <w:rFonts w:eastAsiaTheme="minorHAnsi"/>
      <w:sz w:val="24"/>
      <w:szCs w:val="24"/>
      <w:lang w:eastAsia="en-US"/>
    </w:rPr>
  </w:style>
  <w:style w:type="paragraph" w:customStyle="1" w:styleId="A31D5562E6BC47A4AB27C79AD9E3CB809">
    <w:name w:val="A31D5562E6BC47A4AB27C79AD9E3CB809"/>
    <w:rsid w:val="005C4AC1"/>
    <w:pPr>
      <w:spacing w:after="0" w:line="240" w:lineRule="auto"/>
    </w:pPr>
    <w:rPr>
      <w:rFonts w:eastAsiaTheme="minorHAnsi"/>
      <w:sz w:val="24"/>
      <w:szCs w:val="24"/>
      <w:lang w:eastAsia="en-US"/>
    </w:rPr>
  </w:style>
  <w:style w:type="paragraph" w:customStyle="1" w:styleId="02B15D4B50BB4133B51D9A0EB3B3795F9">
    <w:name w:val="02B15D4B50BB4133B51D9A0EB3B3795F9"/>
    <w:rsid w:val="005C4AC1"/>
    <w:pPr>
      <w:spacing w:after="0" w:line="240" w:lineRule="auto"/>
    </w:pPr>
    <w:rPr>
      <w:rFonts w:eastAsiaTheme="minorHAnsi"/>
      <w:sz w:val="24"/>
      <w:szCs w:val="24"/>
      <w:lang w:eastAsia="en-US"/>
    </w:rPr>
  </w:style>
  <w:style w:type="paragraph" w:customStyle="1" w:styleId="F673EE81445549869281EF2A83630B34">
    <w:name w:val="F673EE81445549869281EF2A83630B34"/>
    <w:rsid w:val="005C4AC1"/>
    <w:pPr>
      <w:spacing w:after="0" w:line="240" w:lineRule="auto"/>
    </w:pPr>
    <w:rPr>
      <w:rFonts w:eastAsiaTheme="minorHAnsi"/>
      <w:sz w:val="24"/>
      <w:szCs w:val="24"/>
      <w:lang w:eastAsia="en-US"/>
    </w:rPr>
  </w:style>
  <w:style w:type="paragraph" w:customStyle="1" w:styleId="D28F0EB7AF92461EA9AC23F3FE4473E68">
    <w:name w:val="D28F0EB7AF92461EA9AC23F3FE4473E68"/>
    <w:rsid w:val="005C4AC1"/>
    <w:pPr>
      <w:spacing w:after="0" w:line="240" w:lineRule="auto"/>
    </w:pPr>
    <w:rPr>
      <w:rFonts w:eastAsiaTheme="minorHAnsi"/>
      <w:sz w:val="24"/>
      <w:szCs w:val="24"/>
      <w:lang w:eastAsia="en-US"/>
    </w:rPr>
  </w:style>
  <w:style w:type="paragraph" w:customStyle="1" w:styleId="0D88842AA80549E19900B544058B4D8117">
    <w:name w:val="0D88842AA80549E19900B544058B4D8117"/>
    <w:rsid w:val="00084E5F"/>
    <w:pPr>
      <w:spacing w:after="0" w:line="240" w:lineRule="auto"/>
    </w:pPr>
    <w:rPr>
      <w:rFonts w:eastAsiaTheme="minorHAnsi"/>
      <w:sz w:val="24"/>
      <w:szCs w:val="24"/>
      <w:lang w:eastAsia="en-US"/>
    </w:rPr>
  </w:style>
  <w:style w:type="paragraph" w:customStyle="1" w:styleId="9E21266C6A5B4D87A11860D5D511D74C22">
    <w:name w:val="9E21266C6A5B4D87A11860D5D511D74C22"/>
    <w:rsid w:val="00084E5F"/>
    <w:pPr>
      <w:spacing w:after="0" w:line="240" w:lineRule="auto"/>
    </w:pPr>
    <w:rPr>
      <w:rFonts w:eastAsiaTheme="minorHAnsi"/>
      <w:sz w:val="24"/>
      <w:szCs w:val="24"/>
      <w:lang w:eastAsia="en-US"/>
    </w:rPr>
  </w:style>
  <w:style w:type="paragraph" w:customStyle="1" w:styleId="B55964C46A8C40A1941533B34E67735522">
    <w:name w:val="B55964C46A8C40A1941533B34E67735522"/>
    <w:rsid w:val="00084E5F"/>
    <w:pPr>
      <w:spacing w:after="0" w:line="240" w:lineRule="auto"/>
    </w:pPr>
    <w:rPr>
      <w:rFonts w:eastAsiaTheme="minorHAnsi"/>
      <w:sz w:val="24"/>
      <w:szCs w:val="24"/>
      <w:lang w:eastAsia="en-US"/>
    </w:rPr>
  </w:style>
  <w:style w:type="paragraph" w:customStyle="1" w:styleId="E192290A2525407B8235A66A57057BEE22">
    <w:name w:val="E192290A2525407B8235A66A57057BEE22"/>
    <w:rsid w:val="00084E5F"/>
    <w:pPr>
      <w:spacing w:after="0" w:line="240" w:lineRule="auto"/>
    </w:pPr>
    <w:rPr>
      <w:rFonts w:eastAsiaTheme="minorHAnsi"/>
      <w:sz w:val="24"/>
      <w:szCs w:val="24"/>
      <w:lang w:eastAsia="en-US"/>
    </w:rPr>
  </w:style>
  <w:style w:type="paragraph" w:customStyle="1" w:styleId="1922C3EFDC87475C8A9493FBD7F5ACF422">
    <w:name w:val="1922C3EFDC87475C8A9493FBD7F5ACF422"/>
    <w:rsid w:val="00084E5F"/>
    <w:pPr>
      <w:spacing w:after="0" w:line="240" w:lineRule="auto"/>
    </w:pPr>
    <w:rPr>
      <w:rFonts w:eastAsiaTheme="minorHAnsi"/>
      <w:sz w:val="24"/>
      <w:szCs w:val="24"/>
      <w:lang w:eastAsia="en-US"/>
    </w:rPr>
  </w:style>
  <w:style w:type="paragraph" w:customStyle="1" w:styleId="33FD2DCDB3854E8CBD985CB71F164BEA22">
    <w:name w:val="33FD2DCDB3854E8CBD985CB71F164BEA22"/>
    <w:rsid w:val="00084E5F"/>
    <w:pPr>
      <w:spacing w:after="0" w:line="240" w:lineRule="auto"/>
    </w:pPr>
    <w:rPr>
      <w:rFonts w:eastAsiaTheme="minorHAnsi"/>
      <w:sz w:val="24"/>
      <w:szCs w:val="24"/>
      <w:lang w:eastAsia="en-US"/>
    </w:rPr>
  </w:style>
  <w:style w:type="paragraph" w:customStyle="1" w:styleId="9513D74F94B547BC94BC9B0C300F725222">
    <w:name w:val="9513D74F94B547BC94BC9B0C300F725222"/>
    <w:rsid w:val="00084E5F"/>
    <w:pPr>
      <w:spacing w:after="0" w:line="240" w:lineRule="auto"/>
    </w:pPr>
    <w:rPr>
      <w:rFonts w:eastAsiaTheme="minorHAnsi"/>
      <w:sz w:val="24"/>
      <w:szCs w:val="24"/>
      <w:lang w:eastAsia="en-US"/>
    </w:rPr>
  </w:style>
  <w:style w:type="paragraph" w:customStyle="1" w:styleId="A31D5562E6BC47A4AB27C79AD9E3CB8010">
    <w:name w:val="A31D5562E6BC47A4AB27C79AD9E3CB8010"/>
    <w:rsid w:val="00084E5F"/>
    <w:pPr>
      <w:spacing w:after="0" w:line="240" w:lineRule="auto"/>
    </w:pPr>
    <w:rPr>
      <w:rFonts w:eastAsiaTheme="minorHAnsi"/>
      <w:sz w:val="24"/>
      <w:szCs w:val="24"/>
      <w:lang w:eastAsia="en-US"/>
    </w:rPr>
  </w:style>
  <w:style w:type="paragraph" w:customStyle="1" w:styleId="02B15D4B50BB4133B51D9A0EB3B3795F10">
    <w:name w:val="02B15D4B50BB4133B51D9A0EB3B3795F10"/>
    <w:rsid w:val="00084E5F"/>
    <w:pPr>
      <w:spacing w:after="0" w:line="240" w:lineRule="auto"/>
    </w:pPr>
    <w:rPr>
      <w:rFonts w:eastAsiaTheme="minorHAnsi"/>
      <w:sz w:val="24"/>
      <w:szCs w:val="24"/>
      <w:lang w:eastAsia="en-US"/>
    </w:rPr>
  </w:style>
  <w:style w:type="paragraph" w:customStyle="1" w:styleId="F673EE81445549869281EF2A83630B341">
    <w:name w:val="F673EE81445549869281EF2A83630B341"/>
    <w:rsid w:val="00084E5F"/>
    <w:pPr>
      <w:spacing w:after="0" w:line="240" w:lineRule="auto"/>
    </w:pPr>
    <w:rPr>
      <w:rFonts w:eastAsiaTheme="minorHAnsi"/>
      <w:sz w:val="24"/>
      <w:szCs w:val="24"/>
      <w:lang w:eastAsia="en-US"/>
    </w:rPr>
  </w:style>
  <w:style w:type="paragraph" w:customStyle="1" w:styleId="D28F0EB7AF92461EA9AC23F3FE4473E69">
    <w:name w:val="D28F0EB7AF92461EA9AC23F3FE4473E69"/>
    <w:rsid w:val="00084E5F"/>
    <w:pPr>
      <w:spacing w:after="0" w:line="240" w:lineRule="auto"/>
    </w:pPr>
    <w:rPr>
      <w:rFonts w:eastAsiaTheme="minorHAnsi"/>
      <w:sz w:val="24"/>
      <w:szCs w:val="24"/>
      <w:lang w:eastAsia="en-US"/>
    </w:rPr>
  </w:style>
  <w:style w:type="paragraph" w:customStyle="1" w:styleId="0D88842AA80549E19900B544058B4D8118">
    <w:name w:val="0D88842AA80549E19900B544058B4D8118"/>
    <w:rsid w:val="00A34749"/>
    <w:pPr>
      <w:spacing w:after="0" w:line="240" w:lineRule="auto"/>
    </w:pPr>
    <w:rPr>
      <w:rFonts w:eastAsiaTheme="minorHAnsi"/>
      <w:sz w:val="24"/>
      <w:szCs w:val="24"/>
      <w:lang w:eastAsia="en-US"/>
    </w:rPr>
  </w:style>
  <w:style w:type="paragraph" w:customStyle="1" w:styleId="9E21266C6A5B4D87A11860D5D511D74C23">
    <w:name w:val="9E21266C6A5B4D87A11860D5D511D74C23"/>
    <w:rsid w:val="00A34749"/>
    <w:pPr>
      <w:spacing w:after="0" w:line="240" w:lineRule="auto"/>
    </w:pPr>
    <w:rPr>
      <w:rFonts w:eastAsiaTheme="minorHAnsi"/>
      <w:sz w:val="24"/>
      <w:szCs w:val="24"/>
      <w:lang w:eastAsia="en-US"/>
    </w:rPr>
  </w:style>
  <w:style w:type="paragraph" w:customStyle="1" w:styleId="B55964C46A8C40A1941533B34E67735523">
    <w:name w:val="B55964C46A8C40A1941533B34E67735523"/>
    <w:rsid w:val="00A34749"/>
    <w:pPr>
      <w:spacing w:after="0" w:line="240" w:lineRule="auto"/>
    </w:pPr>
    <w:rPr>
      <w:rFonts w:eastAsiaTheme="minorHAnsi"/>
      <w:sz w:val="24"/>
      <w:szCs w:val="24"/>
      <w:lang w:eastAsia="en-US"/>
    </w:rPr>
  </w:style>
  <w:style w:type="paragraph" w:customStyle="1" w:styleId="E192290A2525407B8235A66A57057BEE23">
    <w:name w:val="E192290A2525407B8235A66A57057BEE23"/>
    <w:rsid w:val="00A34749"/>
    <w:pPr>
      <w:spacing w:after="0" w:line="240" w:lineRule="auto"/>
    </w:pPr>
    <w:rPr>
      <w:rFonts w:eastAsiaTheme="minorHAnsi"/>
      <w:sz w:val="24"/>
      <w:szCs w:val="24"/>
      <w:lang w:eastAsia="en-US"/>
    </w:rPr>
  </w:style>
  <w:style w:type="paragraph" w:customStyle="1" w:styleId="1922C3EFDC87475C8A9493FBD7F5ACF423">
    <w:name w:val="1922C3EFDC87475C8A9493FBD7F5ACF423"/>
    <w:rsid w:val="00A34749"/>
    <w:pPr>
      <w:spacing w:after="0" w:line="240" w:lineRule="auto"/>
    </w:pPr>
    <w:rPr>
      <w:rFonts w:eastAsiaTheme="minorHAnsi"/>
      <w:sz w:val="24"/>
      <w:szCs w:val="24"/>
      <w:lang w:eastAsia="en-US"/>
    </w:rPr>
  </w:style>
  <w:style w:type="paragraph" w:customStyle="1" w:styleId="FCCDB7AD0284465E9647384C6B179508">
    <w:name w:val="FCCDB7AD0284465E9647384C6B179508"/>
    <w:rsid w:val="00A34749"/>
    <w:pPr>
      <w:spacing w:after="0" w:line="240" w:lineRule="auto"/>
    </w:pPr>
    <w:rPr>
      <w:rFonts w:eastAsiaTheme="minorHAnsi"/>
      <w:sz w:val="24"/>
      <w:szCs w:val="24"/>
      <w:lang w:eastAsia="en-US"/>
    </w:rPr>
  </w:style>
  <w:style w:type="paragraph" w:customStyle="1" w:styleId="9513D74F94B547BC94BC9B0C300F725223">
    <w:name w:val="9513D74F94B547BC94BC9B0C300F725223"/>
    <w:rsid w:val="00A34749"/>
    <w:pPr>
      <w:spacing w:after="0" w:line="240" w:lineRule="auto"/>
    </w:pPr>
    <w:rPr>
      <w:rFonts w:eastAsiaTheme="minorHAnsi"/>
      <w:sz w:val="24"/>
      <w:szCs w:val="24"/>
      <w:lang w:eastAsia="en-US"/>
    </w:rPr>
  </w:style>
  <w:style w:type="paragraph" w:customStyle="1" w:styleId="A31D5562E6BC47A4AB27C79AD9E3CB8011">
    <w:name w:val="A31D5562E6BC47A4AB27C79AD9E3CB8011"/>
    <w:rsid w:val="00A34749"/>
    <w:pPr>
      <w:spacing w:after="0" w:line="240" w:lineRule="auto"/>
    </w:pPr>
    <w:rPr>
      <w:rFonts w:eastAsiaTheme="minorHAnsi"/>
      <w:sz w:val="24"/>
      <w:szCs w:val="24"/>
      <w:lang w:eastAsia="en-US"/>
    </w:rPr>
  </w:style>
  <w:style w:type="paragraph" w:customStyle="1" w:styleId="02B15D4B50BB4133B51D9A0EB3B3795F11">
    <w:name w:val="02B15D4B50BB4133B51D9A0EB3B3795F11"/>
    <w:rsid w:val="00A34749"/>
    <w:pPr>
      <w:spacing w:after="0" w:line="240" w:lineRule="auto"/>
    </w:pPr>
    <w:rPr>
      <w:rFonts w:eastAsiaTheme="minorHAnsi"/>
      <w:sz w:val="24"/>
      <w:szCs w:val="24"/>
      <w:lang w:eastAsia="en-US"/>
    </w:rPr>
  </w:style>
  <w:style w:type="paragraph" w:customStyle="1" w:styleId="F673EE81445549869281EF2A83630B342">
    <w:name w:val="F673EE81445549869281EF2A83630B342"/>
    <w:rsid w:val="00A34749"/>
    <w:pPr>
      <w:spacing w:after="0" w:line="240" w:lineRule="auto"/>
    </w:pPr>
    <w:rPr>
      <w:rFonts w:eastAsiaTheme="minorHAnsi"/>
      <w:sz w:val="24"/>
      <w:szCs w:val="24"/>
      <w:lang w:eastAsia="en-US"/>
    </w:rPr>
  </w:style>
  <w:style w:type="paragraph" w:customStyle="1" w:styleId="D28F0EB7AF92461EA9AC23F3FE4473E610">
    <w:name w:val="D28F0EB7AF92461EA9AC23F3FE4473E610"/>
    <w:rsid w:val="00A34749"/>
    <w:pPr>
      <w:spacing w:after="0" w:line="240" w:lineRule="auto"/>
    </w:pPr>
    <w:rPr>
      <w:rFonts w:eastAsiaTheme="minorHAnsi"/>
      <w:sz w:val="24"/>
      <w:szCs w:val="24"/>
      <w:lang w:eastAsia="en-US"/>
    </w:rPr>
  </w:style>
  <w:style w:type="paragraph" w:customStyle="1" w:styleId="CB08600DDF5E4B5092B2D22568CC5144">
    <w:name w:val="CB08600DDF5E4B5092B2D22568CC5144"/>
    <w:rsid w:val="00A34749"/>
  </w:style>
  <w:style w:type="paragraph" w:customStyle="1" w:styleId="35CDC78458D24004989B5757E15C93DD">
    <w:name w:val="35CDC78458D24004989B5757E15C93DD"/>
    <w:rsid w:val="00A34749"/>
  </w:style>
  <w:style w:type="paragraph" w:customStyle="1" w:styleId="0D88842AA80549E19900B544058B4D8119">
    <w:name w:val="0D88842AA80549E19900B544058B4D8119"/>
    <w:rsid w:val="00A34749"/>
    <w:pPr>
      <w:spacing w:after="0" w:line="240" w:lineRule="auto"/>
    </w:pPr>
    <w:rPr>
      <w:rFonts w:eastAsiaTheme="minorHAnsi"/>
      <w:sz w:val="24"/>
      <w:szCs w:val="24"/>
      <w:lang w:eastAsia="en-US"/>
    </w:rPr>
  </w:style>
  <w:style w:type="paragraph" w:customStyle="1" w:styleId="9E21266C6A5B4D87A11860D5D511D74C24">
    <w:name w:val="9E21266C6A5B4D87A11860D5D511D74C24"/>
    <w:rsid w:val="00A34749"/>
    <w:pPr>
      <w:spacing w:after="0" w:line="240" w:lineRule="auto"/>
    </w:pPr>
    <w:rPr>
      <w:rFonts w:eastAsiaTheme="minorHAnsi"/>
      <w:sz w:val="24"/>
      <w:szCs w:val="24"/>
      <w:lang w:eastAsia="en-US"/>
    </w:rPr>
  </w:style>
  <w:style w:type="paragraph" w:customStyle="1" w:styleId="B55964C46A8C40A1941533B34E67735524">
    <w:name w:val="B55964C46A8C40A1941533B34E67735524"/>
    <w:rsid w:val="00A34749"/>
    <w:pPr>
      <w:spacing w:after="0" w:line="240" w:lineRule="auto"/>
    </w:pPr>
    <w:rPr>
      <w:rFonts w:eastAsiaTheme="minorHAnsi"/>
      <w:sz w:val="24"/>
      <w:szCs w:val="24"/>
      <w:lang w:eastAsia="en-US"/>
    </w:rPr>
  </w:style>
  <w:style w:type="paragraph" w:customStyle="1" w:styleId="E192290A2525407B8235A66A57057BEE24">
    <w:name w:val="E192290A2525407B8235A66A57057BEE24"/>
    <w:rsid w:val="00A34749"/>
    <w:pPr>
      <w:spacing w:after="0" w:line="240" w:lineRule="auto"/>
    </w:pPr>
    <w:rPr>
      <w:rFonts w:eastAsiaTheme="minorHAnsi"/>
      <w:sz w:val="24"/>
      <w:szCs w:val="24"/>
      <w:lang w:eastAsia="en-US"/>
    </w:rPr>
  </w:style>
  <w:style w:type="paragraph" w:customStyle="1" w:styleId="1922C3EFDC87475C8A9493FBD7F5ACF424">
    <w:name w:val="1922C3EFDC87475C8A9493FBD7F5ACF424"/>
    <w:rsid w:val="00A34749"/>
    <w:pPr>
      <w:spacing w:after="0" w:line="240" w:lineRule="auto"/>
    </w:pPr>
    <w:rPr>
      <w:rFonts w:eastAsiaTheme="minorHAnsi"/>
      <w:sz w:val="24"/>
      <w:szCs w:val="24"/>
      <w:lang w:eastAsia="en-US"/>
    </w:rPr>
  </w:style>
  <w:style w:type="paragraph" w:customStyle="1" w:styleId="FCCDB7AD0284465E9647384C6B1795081">
    <w:name w:val="FCCDB7AD0284465E9647384C6B1795081"/>
    <w:rsid w:val="00A34749"/>
    <w:pPr>
      <w:spacing w:after="0" w:line="240" w:lineRule="auto"/>
    </w:pPr>
    <w:rPr>
      <w:rFonts w:eastAsiaTheme="minorHAnsi"/>
      <w:sz w:val="24"/>
      <w:szCs w:val="24"/>
      <w:lang w:eastAsia="en-US"/>
    </w:rPr>
  </w:style>
  <w:style w:type="paragraph" w:customStyle="1" w:styleId="35CDC78458D24004989B5757E15C93DD1">
    <w:name w:val="35CDC78458D24004989B5757E15C93DD1"/>
    <w:rsid w:val="00A34749"/>
    <w:pPr>
      <w:spacing w:after="0" w:line="240" w:lineRule="auto"/>
    </w:pPr>
    <w:rPr>
      <w:rFonts w:eastAsiaTheme="minorHAnsi"/>
      <w:sz w:val="24"/>
      <w:szCs w:val="24"/>
      <w:lang w:eastAsia="en-US"/>
    </w:rPr>
  </w:style>
  <w:style w:type="paragraph" w:customStyle="1" w:styleId="A31D5562E6BC47A4AB27C79AD9E3CB8012">
    <w:name w:val="A31D5562E6BC47A4AB27C79AD9E3CB8012"/>
    <w:rsid w:val="00A34749"/>
    <w:pPr>
      <w:spacing w:after="0" w:line="240" w:lineRule="auto"/>
    </w:pPr>
    <w:rPr>
      <w:rFonts w:eastAsiaTheme="minorHAnsi"/>
      <w:sz w:val="24"/>
      <w:szCs w:val="24"/>
      <w:lang w:eastAsia="en-US"/>
    </w:rPr>
  </w:style>
  <w:style w:type="paragraph" w:customStyle="1" w:styleId="02B15D4B50BB4133B51D9A0EB3B3795F12">
    <w:name w:val="02B15D4B50BB4133B51D9A0EB3B3795F12"/>
    <w:rsid w:val="00A34749"/>
    <w:pPr>
      <w:spacing w:after="0" w:line="240" w:lineRule="auto"/>
    </w:pPr>
    <w:rPr>
      <w:rFonts w:eastAsiaTheme="minorHAnsi"/>
      <w:sz w:val="24"/>
      <w:szCs w:val="24"/>
      <w:lang w:eastAsia="en-US"/>
    </w:rPr>
  </w:style>
  <w:style w:type="paragraph" w:customStyle="1" w:styleId="F673EE81445549869281EF2A83630B343">
    <w:name w:val="F673EE81445549869281EF2A83630B343"/>
    <w:rsid w:val="00A34749"/>
    <w:pPr>
      <w:spacing w:after="0" w:line="240" w:lineRule="auto"/>
    </w:pPr>
    <w:rPr>
      <w:rFonts w:eastAsiaTheme="minorHAnsi"/>
      <w:sz w:val="24"/>
      <w:szCs w:val="24"/>
      <w:lang w:eastAsia="en-US"/>
    </w:rPr>
  </w:style>
  <w:style w:type="paragraph" w:customStyle="1" w:styleId="D28F0EB7AF92461EA9AC23F3FE4473E611">
    <w:name w:val="D28F0EB7AF92461EA9AC23F3FE4473E611"/>
    <w:rsid w:val="00A34749"/>
    <w:pPr>
      <w:spacing w:after="0" w:line="240" w:lineRule="auto"/>
    </w:pPr>
    <w:rPr>
      <w:rFonts w:eastAsiaTheme="minorHAnsi"/>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itacs2020NEW">
  <a:themeElements>
    <a:clrScheme name="Mitacs 2020">
      <a:dk1>
        <a:srgbClr val="000000"/>
      </a:dk1>
      <a:lt1>
        <a:srgbClr val="FFFFFF"/>
      </a:lt1>
      <a:dk2>
        <a:srgbClr val="44546A"/>
      </a:dk2>
      <a:lt2>
        <a:srgbClr val="E7E6E6"/>
      </a:lt2>
      <a:accent1>
        <a:srgbClr val="19A3DD"/>
      </a:accent1>
      <a:accent2>
        <a:srgbClr val="C2D076"/>
      </a:accent2>
      <a:accent3>
        <a:srgbClr val="98DAFC"/>
      </a:accent3>
      <a:accent4>
        <a:srgbClr val="F27777"/>
      </a:accent4>
      <a:accent5>
        <a:srgbClr val="1586B5"/>
      </a:accent5>
      <a:accent6>
        <a:srgbClr val="B1BE6C"/>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6F4B1523866F2642842F609AAE6CCC14" ma:contentTypeVersion="25" ma:contentTypeDescription="" ma:contentTypeScope="" ma:versionID="4201277bba11e94a5e79757a675f5eb5">
  <xsd:schema xmlns:xsd="http://www.w3.org/2001/XMLSchema" xmlns:xs="http://www.w3.org/2001/XMLSchema" xmlns:p="http://schemas.microsoft.com/office/2006/metadata/properties" xmlns:ns2="6274b6f3-1b76-417f-a480-adc41037c7dd" xmlns:ns3="ebc1ec10-05ec-4f3a-83cd-29041903bc85" xmlns:ns4="48dedb42-c791-43eb-bc75-f5b863549dbd" targetNamespace="http://schemas.microsoft.com/office/2006/metadata/properties" ma:root="true" ma:fieldsID="84a7dbae709b4b69790f9b290a67bd87" ns2:_="" ns3:_="" ns4:_="">
    <xsd:import namespace="6274b6f3-1b76-417f-a480-adc41037c7dd"/>
    <xsd:import namespace="ebc1ec10-05ec-4f3a-83cd-29041903bc85"/>
    <xsd:import namespace="48dedb42-c791-43eb-bc75-f5b863549dbd"/>
    <xsd:element name="properties">
      <xsd:complexType>
        <xsd:sequence>
          <xsd:element name="documentManagement">
            <xsd:complexType>
              <xsd:all>
                <xsd:element ref="ns2:DocDescription" minOccurs="0"/>
                <xsd:element ref="ns3:Program" minOccurs="0"/>
                <xsd:element ref="ns3:DocumentType" minOccurs="0"/>
                <xsd:element ref="ns3:_Flow_SignoffStatus" minOccurs="0"/>
                <xsd:element ref="ns3:k764059f24f746bbb1066074f05df711" minOccurs="0"/>
                <xsd:element ref="ns4:TaxCatchAll"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Variation" minOccurs="0"/>
                <xsd:element ref="ns3:MediaLengthInSeconds" minOccurs="0"/>
                <xsd:element ref="ns3:Documen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1" nillable="true" ma:displayName="Document Description" ma:internalName="Doc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c1ec10-05ec-4f3a-83cd-29041903bc85" elementFormDefault="qualified">
    <xsd:import namespace="http://schemas.microsoft.com/office/2006/documentManagement/types"/>
    <xsd:import namespace="http://schemas.microsoft.com/office/infopath/2007/PartnerControls"/>
    <xsd:element name="Program" ma:index="2" nillable="true" ma:displayName="Program" ma:format="Dropdown" ma:internalName="Program">
      <xsd:simpleType>
        <xsd:restriction base="dms:Choice">
          <xsd:enumeration value="Multiple Programs/General Resources"/>
          <xsd:enumeration value="Accelerate"/>
          <xsd:enumeration value="Accelerate Explore"/>
          <xsd:enumeration value="Accelerate Entrepreneur"/>
          <xsd:enumeration value="Accelerate International"/>
          <xsd:enumeration value="Accelerate Joint Applications"/>
          <xsd:enumeration value="BSI"/>
          <xsd:enumeration value="CRIA"/>
          <xsd:enumeration value="CSPF"/>
          <xsd:enumeration value="Elevate"/>
          <xsd:enumeration value="GGF"/>
          <xsd:enumeration value="GRI"/>
          <xsd:enumeration value="GRA"/>
          <xsd:enumeration value="MEI"/>
          <xsd:enumeration value="Training"/>
        </xsd:restriction>
      </xsd:simpleType>
    </xsd:element>
    <xsd:element name="DocumentType" ma:index="3" nillable="true" ma:displayName="Document Type" ma:format="Dropdown" ma:internalName="DocumentType">
      <xsd:simpleType>
        <xsd:restriction base="dms:Choice">
          <xsd:enumeration value="Application Documents"/>
          <xsd:enumeration value="Instruction Guide"/>
          <xsd:enumeration value="Internal FAQs"/>
          <xsd:enumeration value="Internal Requirements"/>
          <xsd:enumeration value="Primer/Brochure"/>
          <xsd:enumeration value="Template for Academic Institutions"/>
          <xsd:enumeration value="Template for BDs"/>
          <xsd:enumeration value="Template for Industry Partners"/>
          <xsd:enumeration value="Template for Program Participants"/>
        </xsd:restriction>
      </xsd:simpleType>
    </xsd:element>
    <xsd:element name="_Flow_SignoffStatus" ma:index="5" nillable="true" ma:displayName="Sign-off status" ma:hidden="true" ma:internalName="Sign_x002d_off_x0020_status" ma:readOnly="false">
      <xsd:simpleType>
        <xsd:restriction base="dms:Text"/>
      </xsd:simpleType>
    </xsd:element>
    <xsd:element name="k764059f24f746bbb1066074f05df711" ma:index="10" nillable="true" ma:taxonomy="true" ma:internalName="k764059f24f746bbb1066074f05df711" ma:taxonomyFieldName="ProgramTypes" ma:displayName="ProgramTypes" ma:readOnly="false" ma:default="" ma:fieldId="{4764059f-24f7-46bb-b106-6074f05df711}" ma:sspId="34087440-3523-4496-b5cc-30753195c085" ma:termSetId="616cfd20-08fd-4a15-ad1d-741d2475ceed" ma:anchorId="00000000-0000-0000-0000-000000000000" ma:open="false" ma:isKeyword="false">
      <xsd:complexType>
        <xsd:sequence>
          <xsd:element ref="pc:Terms" minOccurs="0" maxOccurs="1"/>
        </xsd:sequence>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7" nillable="true" ma:displayName="Tags" ma:hidden="true" ma:internalName="MediaServiceAutoTags" ma:readOnly="true">
      <xsd:simpleType>
        <xsd:restriction base="dms:Text"/>
      </xsd:simpleType>
    </xsd:element>
    <xsd:element name="MediaServiceOCR" ma:index="18" nillable="true" ma:displayName="Extracted Text" ma:hidden="true" ma:internalName="MediaServiceOCR"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Variation" ma:index="22" nillable="true" ma:displayName="Variation" ma:description="Use this column to note the program streams or variations associated with this item." ma:format="Dropdown" ma:internalName="Variation">
      <xsd:complexType>
        <xsd:complexContent>
          <xsd:extension base="dms:MultiChoice">
            <xsd:sequence>
              <xsd:element name="Value" maxOccurs="unbounded" minOccurs="0" nillable="true">
                <xsd:simpleType>
                  <xsd:restriction base="dms:Choice">
                    <xsd:enumeration value="College"/>
                    <xsd:enumeration value="Entrepreneur"/>
                    <xsd:enumeration value="Indigenous"/>
                    <xsd:enumeration value="International"/>
                    <xsd:enumeration value="iPDF"/>
                    <xsd:enumeration value="Joint application"/>
                    <xsd:enumeration value="Not-for-profits"/>
                    <xsd:enumeration value="Special call"/>
                    <xsd:enumeration value="Special partnership"/>
                    <xsd:enumeration value="Strategic"/>
                    <xsd:enumeration value="Training"/>
                  </xsd:restriction>
                </xsd:simple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Documentname" ma:index="24" nillable="true" ma:displayName="Document name" ma:format="Dropdown" ma:internalName="Documentname">
      <xsd:simpleType>
        <xsd:union memberTypes="dms:Text">
          <xsd:simpleType>
            <xsd:restriction base="dms:Choice">
              <xsd:enumeration value="Proposal Template"/>
              <xsd:enumeration value="Intern Replacement Form"/>
              <xsd:enumeration value="Independent Administrator Form"/>
              <xsd:enumeration value="Academic Supervisor Replacement Form"/>
              <xsd:enumeration value="Final Report Template"/>
              <xsd:enumeration value="Email Submission Template"/>
              <xsd:enumeration value="Travel Subsidy Request Form"/>
              <xsd:enumeration value="BD Guide"/>
              <xsd:enumeration value="Indemnity Agreement"/>
              <xsd:enumeration value="New Partner Organization Profile"/>
              <xsd:enumeration value="FAQs/Canned Answers"/>
              <xsd:enumeration value="Exception Request Forms"/>
              <xsd:enumeration value="Internal Reference Document"/>
              <xsd:enumeration value="Eligibility Check"/>
              <xsd:enumeration value="Extension Request Form"/>
              <xsd:enumeration value="Leave/Cancellation Forms"/>
              <xsd:enumeration value="Transfer Forms"/>
              <xsd:enumeration value="Workflows"/>
              <xsd:enumeration value="Application Guid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b2e7b9b7-e76a-4b32-8574-cc1469eec175}" ma:internalName="TaxCatchAll" ma:readOnly="false"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gram xmlns="ebc1ec10-05ec-4f3a-83cd-29041903bc85">Multiple Programs/General Resources</Program>
    <DocumentType xmlns="ebc1ec10-05ec-4f3a-83cd-29041903bc85" xsi:nil="true"/>
    <k764059f24f746bbb1066074f05df711 xmlns="ebc1ec10-05ec-4f3a-83cd-29041903bc85">
      <Terms xmlns="http://schemas.microsoft.com/office/infopath/2007/PartnerControls"/>
    </k764059f24f746bbb1066074f05df711>
    <Variation xmlns="ebc1ec10-05ec-4f3a-83cd-29041903bc85" xsi:nil="true"/>
    <_Flow_SignoffStatus xmlns="ebc1ec10-05ec-4f3a-83cd-29041903bc85" xsi:nil="true"/>
    <DocDescription xmlns="6274b6f3-1b76-417f-a480-adc41037c7dd" xsi:nil="true"/>
    <TaxCatchAll xmlns="48dedb42-c791-43eb-bc75-f5b863549dbd" xsi:nil="true"/>
    <Documentname xmlns="ebc1ec10-05ec-4f3a-83cd-29041903bc85" xsi:nil="true"/>
  </documentManagement>
</p:properties>
</file>

<file path=customXml/itemProps1.xml><?xml version="1.0" encoding="utf-8"?>
<ds:datastoreItem xmlns:ds="http://schemas.openxmlformats.org/officeDocument/2006/customXml" ds:itemID="{6BF5EED6-CEB3-4DB2-85F9-44953B759707}">
  <ds:schemaRefs>
    <ds:schemaRef ds:uri="http://schemas.microsoft.com/sharepoint/v3/contenttype/forms"/>
  </ds:schemaRefs>
</ds:datastoreItem>
</file>

<file path=customXml/itemProps2.xml><?xml version="1.0" encoding="utf-8"?>
<ds:datastoreItem xmlns:ds="http://schemas.openxmlformats.org/officeDocument/2006/customXml" ds:itemID="{9E86875E-2E40-4DE9-928B-056B4E369076}"/>
</file>

<file path=customXml/itemProps3.xml><?xml version="1.0" encoding="utf-8"?>
<ds:datastoreItem xmlns:ds="http://schemas.openxmlformats.org/officeDocument/2006/customXml" ds:itemID="{5691E136-32A0-42AB-84A1-C0163E991F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Mitacs%20Document%20Template%20-%202021</Template>
  <TotalTime>57</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James</dc:creator>
  <cp:keywords/>
  <dc:description/>
  <cp:lastModifiedBy>Janet James</cp:lastModifiedBy>
  <cp:revision>39</cp:revision>
  <cp:lastPrinted>2021-06-23T13:18:00Z</cp:lastPrinted>
  <dcterms:created xsi:type="dcterms:W3CDTF">2021-06-23T13:16:00Z</dcterms:created>
  <dcterms:modified xsi:type="dcterms:W3CDTF">2021-07-08T16:18:00Z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0x01010009F983CFF84C7B498FE1EB13CDD8E2B2006F4B1523866F2642842F609AAE6CCC14</vt:lpwstr>
  </property>
</Properties>
</file>